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9ECB09" w14:textId="77777777" w:rsidR="00696358" w:rsidRDefault="00816ED1" w:rsidP="003B0BEC">
      <w:pPr>
        <w:jc w:val="center"/>
        <w:rPr>
          <w:b/>
        </w:rPr>
      </w:pPr>
      <w:r>
        <w:rPr>
          <w:b/>
        </w:rPr>
        <w:t>CRÉ</w:t>
      </w:r>
      <w:r w:rsidR="00696358">
        <w:rPr>
          <w:b/>
        </w:rPr>
        <w:t>DITO EDUCATIVO</w:t>
      </w:r>
    </w:p>
    <w:p w14:paraId="2DE013AE" w14:textId="77777777" w:rsidR="00696358" w:rsidRDefault="00696358" w:rsidP="003B0BEC">
      <w:pPr>
        <w:jc w:val="center"/>
        <w:rPr>
          <w:b/>
        </w:rPr>
      </w:pPr>
      <w:r>
        <w:rPr>
          <w:b/>
        </w:rPr>
        <w:t>CADASTRO PARA ABERTURA DE CRÉDITO EDUCATIVO</w:t>
      </w:r>
    </w:p>
    <w:p w14:paraId="085FB3FC" w14:textId="77777777" w:rsidR="00696358" w:rsidRPr="00707B01" w:rsidRDefault="00696358" w:rsidP="00696358">
      <w:pPr>
        <w:spacing w:before="120"/>
        <w:jc w:val="center"/>
        <w:rPr>
          <w:b/>
          <w:sz w:val="20"/>
          <w:szCs w:val="20"/>
        </w:rPr>
      </w:pPr>
      <w:r w:rsidRPr="00707B01">
        <w:rPr>
          <w:b/>
          <w:sz w:val="20"/>
          <w:szCs w:val="20"/>
        </w:rPr>
        <w:t>RA</w:t>
      </w:r>
      <w:r w:rsidR="003B1CEC">
        <w:rPr>
          <w:b/>
          <w:sz w:val="20"/>
          <w:szCs w:val="20"/>
        </w:rPr>
        <w:t>:</w:t>
      </w:r>
      <w:r w:rsidRPr="00707B01">
        <w:rPr>
          <w:b/>
          <w:sz w:val="20"/>
          <w:szCs w:val="20"/>
        </w:rPr>
        <w:t xml:space="preserve"> </w:t>
      </w:r>
      <w:bookmarkStart w:id="0" w:name="Texto1"/>
      <w:r w:rsidR="00B3163E">
        <w:rPr>
          <w:sz w:val="20"/>
          <w:szCs w:val="20"/>
        </w:rPr>
        <w:fldChar w:fldCharType="begin">
          <w:ffData>
            <w:name w:val="Texto1"/>
            <w:enabled/>
            <w:calcOnExit w:val="0"/>
            <w:textInput>
              <w:maxLength w:val="10"/>
            </w:textInput>
          </w:ffData>
        </w:fldChar>
      </w:r>
      <w:r w:rsidR="00B3163E">
        <w:rPr>
          <w:sz w:val="20"/>
          <w:szCs w:val="20"/>
        </w:rPr>
        <w:instrText xml:space="preserve"> FORMTEXT </w:instrText>
      </w:r>
      <w:r w:rsidR="00B3163E">
        <w:rPr>
          <w:sz w:val="20"/>
          <w:szCs w:val="20"/>
        </w:rPr>
      </w:r>
      <w:r w:rsidR="00B3163E">
        <w:rPr>
          <w:sz w:val="20"/>
          <w:szCs w:val="20"/>
        </w:rPr>
        <w:fldChar w:fldCharType="separate"/>
      </w:r>
      <w:r w:rsidR="00A17749">
        <w:rPr>
          <w:noProof/>
          <w:sz w:val="20"/>
          <w:szCs w:val="20"/>
        </w:rPr>
        <w:t> </w:t>
      </w:r>
      <w:r w:rsidR="00A17749">
        <w:rPr>
          <w:noProof/>
          <w:sz w:val="20"/>
          <w:szCs w:val="20"/>
        </w:rPr>
        <w:t> </w:t>
      </w:r>
      <w:r w:rsidR="00A17749">
        <w:rPr>
          <w:noProof/>
          <w:sz w:val="20"/>
          <w:szCs w:val="20"/>
        </w:rPr>
        <w:t> </w:t>
      </w:r>
      <w:r w:rsidR="00A17749">
        <w:rPr>
          <w:noProof/>
          <w:sz w:val="20"/>
          <w:szCs w:val="20"/>
        </w:rPr>
        <w:t> </w:t>
      </w:r>
      <w:r w:rsidR="00A17749">
        <w:rPr>
          <w:noProof/>
          <w:sz w:val="20"/>
          <w:szCs w:val="20"/>
        </w:rPr>
        <w:t> </w:t>
      </w:r>
      <w:r w:rsidR="00B3163E">
        <w:rPr>
          <w:sz w:val="20"/>
          <w:szCs w:val="20"/>
        </w:rPr>
        <w:fldChar w:fldCharType="end"/>
      </w:r>
      <w:bookmarkEnd w:id="0"/>
      <w:r w:rsidR="009B2216" w:rsidRPr="00707B01">
        <w:rPr>
          <w:b/>
          <w:sz w:val="20"/>
          <w:szCs w:val="20"/>
        </w:rPr>
        <w:t xml:space="preserve"> </w:t>
      </w:r>
      <w:r w:rsidRPr="00707B01">
        <w:rPr>
          <w:b/>
          <w:sz w:val="20"/>
          <w:szCs w:val="20"/>
        </w:rPr>
        <w:t xml:space="preserve">CURSO: </w:t>
      </w:r>
      <w:bookmarkStart w:id="1" w:name="Texto2"/>
      <w:r w:rsidR="00B3163E">
        <w:rPr>
          <w:sz w:val="20"/>
          <w:szCs w:val="20"/>
        </w:rPr>
        <w:fldChar w:fldCharType="begin">
          <w:ffData>
            <w:name w:val="Texto2"/>
            <w:enabled/>
            <w:calcOnExit w:val="0"/>
            <w:textInput>
              <w:maxLength w:val="15"/>
              <w:format w:val="Maiúsculas"/>
            </w:textInput>
          </w:ffData>
        </w:fldChar>
      </w:r>
      <w:r w:rsidR="00B3163E">
        <w:rPr>
          <w:sz w:val="20"/>
          <w:szCs w:val="20"/>
        </w:rPr>
        <w:instrText xml:space="preserve"> FORMTEXT </w:instrText>
      </w:r>
      <w:r w:rsidR="00B3163E">
        <w:rPr>
          <w:sz w:val="20"/>
          <w:szCs w:val="20"/>
        </w:rPr>
      </w:r>
      <w:r w:rsidR="00B3163E">
        <w:rPr>
          <w:sz w:val="20"/>
          <w:szCs w:val="20"/>
        </w:rPr>
        <w:fldChar w:fldCharType="separate"/>
      </w:r>
      <w:r w:rsidR="00A17749">
        <w:rPr>
          <w:noProof/>
          <w:sz w:val="20"/>
          <w:szCs w:val="20"/>
        </w:rPr>
        <w:t> </w:t>
      </w:r>
      <w:r w:rsidR="00A17749">
        <w:rPr>
          <w:noProof/>
          <w:sz w:val="20"/>
          <w:szCs w:val="20"/>
        </w:rPr>
        <w:t> </w:t>
      </w:r>
      <w:r w:rsidR="00A17749">
        <w:rPr>
          <w:noProof/>
          <w:sz w:val="20"/>
          <w:szCs w:val="20"/>
        </w:rPr>
        <w:t> </w:t>
      </w:r>
      <w:r w:rsidR="00A17749">
        <w:rPr>
          <w:noProof/>
          <w:sz w:val="20"/>
          <w:szCs w:val="20"/>
        </w:rPr>
        <w:t> </w:t>
      </w:r>
      <w:r w:rsidR="00A17749">
        <w:rPr>
          <w:noProof/>
          <w:sz w:val="20"/>
          <w:szCs w:val="20"/>
        </w:rPr>
        <w:t> </w:t>
      </w:r>
      <w:r w:rsidR="00B3163E">
        <w:rPr>
          <w:sz w:val="20"/>
          <w:szCs w:val="20"/>
        </w:rPr>
        <w:fldChar w:fldCharType="end"/>
      </w:r>
      <w:bookmarkEnd w:id="1"/>
      <w:r w:rsidRPr="00707B01">
        <w:rPr>
          <w:b/>
          <w:sz w:val="20"/>
          <w:szCs w:val="20"/>
        </w:rPr>
        <w:t xml:space="preserve"> TURNO: </w:t>
      </w:r>
      <w:bookmarkStart w:id="2" w:name="Texto3"/>
      <w:r w:rsidR="00B3163E">
        <w:rPr>
          <w:sz w:val="20"/>
          <w:szCs w:val="20"/>
        </w:rPr>
        <w:fldChar w:fldCharType="begin">
          <w:ffData>
            <w:name w:val="Texto3"/>
            <w:enabled/>
            <w:calcOnExit w:val="0"/>
            <w:textInput>
              <w:maxLength w:val="10"/>
              <w:format w:val="Iniciais maiúsculas"/>
            </w:textInput>
          </w:ffData>
        </w:fldChar>
      </w:r>
      <w:r w:rsidR="00B3163E">
        <w:rPr>
          <w:sz w:val="20"/>
          <w:szCs w:val="20"/>
        </w:rPr>
        <w:instrText xml:space="preserve"> FORMTEXT </w:instrText>
      </w:r>
      <w:r w:rsidR="00B3163E">
        <w:rPr>
          <w:sz w:val="20"/>
          <w:szCs w:val="20"/>
        </w:rPr>
      </w:r>
      <w:r w:rsidR="00B3163E">
        <w:rPr>
          <w:sz w:val="20"/>
          <w:szCs w:val="20"/>
        </w:rPr>
        <w:fldChar w:fldCharType="separate"/>
      </w:r>
      <w:r w:rsidR="00A17749">
        <w:rPr>
          <w:noProof/>
          <w:sz w:val="20"/>
          <w:szCs w:val="20"/>
        </w:rPr>
        <w:t> </w:t>
      </w:r>
      <w:r w:rsidR="00A17749">
        <w:rPr>
          <w:noProof/>
          <w:sz w:val="20"/>
          <w:szCs w:val="20"/>
        </w:rPr>
        <w:t> </w:t>
      </w:r>
      <w:r w:rsidR="00A17749">
        <w:rPr>
          <w:noProof/>
          <w:sz w:val="20"/>
          <w:szCs w:val="20"/>
        </w:rPr>
        <w:t> </w:t>
      </w:r>
      <w:r w:rsidR="00A17749">
        <w:rPr>
          <w:noProof/>
          <w:sz w:val="20"/>
          <w:szCs w:val="20"/>
        </w:rPr>
        <w:t> </w:t>
      </w:r>
      <w:r w:rsidR="00A17749">
        <w:rPr>
          <w:noProof/>
          <w:sz w:val="20"/>
          <w:szCs w:val="20"/>
        </w:rPr>
        <w:t> </w:t>
      </w:r>
      <w:r w:rsidR="00B3163E">
        <w:rPr>
          <w:sz w:val="20"/>
          <w:szCs w:val="20"/>
        </w:rPr>
        <w:fldChar w:fldCharType="end"/>
      </w:r>
      <w:bookmarkEnd w:id="2"/>
    </w:p>
    <w:p w14:paraId="5A887FBF" w14:textId="77777777" w:rsidR="00A23D24" w:rsidRPr="007C298C" w:rsidRDefault="00306C91" w:rsidP="007D1808">
      <w:pPr>
        <w:spacing w:before="240"/>
        <w:jc w:val="center"/>
        <w:rPr>
          <w:b/>
          <w:sz w:val="20"/>
          <w:szCs w:val="20"/>
        </w:rPr>
      </w:pPr>
      <w:r w:rsidRPr="00816ED1">
        <w:rPr>
          <w:b/>
        </w:rPr>
        <w:t>CADASTRO</w:t>
      </w:r>
      <w:r w:rsidR="00224667" w:rsidRPr="00816ED1">
        <w:rPr>
          <w:b/>
        </w:rPr>
        <w:t xml:space="preserve"> </w:t>
      </w:r>
      <w:r w:rsidR="003B1CEC">
        <w:rPr>
          <w:b/>
        </w:rPr>
        <w:t>-</w:t>
      </w:r>
      <w:r w:rsidR="00945E30">
        <w:rPr>
          <w:b/>
        </w:rPr>
        <w:t xml:space="preserve"> ALUNO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A11624" w:rsidRPr="003D0FA7" w14:paraId="42A5BB8C" w14:textId="77777777" w:rsidTr="003D0FA7">
        <w:tc>
          <w:tcPr>
            <w:tcW w:w="9211" w:type="dxa"/>
          </w:tcPr>
          <w:p w14:paraId="41999AE1" w14:textId="77777777" w:rsidR="00A11624" w:rsidRPr="003D0FA7" w:rsidRDefault="00A11624" w:rsidP="003D0FA7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Nome: </w:t>
            </w:r>
            <w:bookmarkStart w:id="3" w:name="Texto52"/>
            <w:r w:rsidR="00514084" w:rsidRPr="003D0FA7">
              <w:rPr>
                <w:sz w:val="18"/>
                <w:szCs w:val="18"/>
              </w:rPr>
              <w:fldChar w:fldCharType="begin">
                <w:ffData>
                  <w:name w:val="Texto52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="00514084" w:rsidRPr="003D0FA7">
              <w:rPr>
                <w:sz w:val="18"/>
                <w:szCs w:val="18"/>
              </w:rPr>
              <w:instrText xml:space="preserve"> FORMTEXT </w:instrText>
            </w:r>
            <w:r w:rsidR="00514084" w:rsidRPr="003D0FA7">
              <w:rPr>
                <w:sz w:val="18"/>
                <w:szCs w:val="18"/>
              </w:rPr>
            </w:r>
            <w:r w:rsidR="0051408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14084" w:rsidRPr="003D0FA7">
              <w:rPr>
                <w:sz w:val="18"/>
                <w:szCs w:val="18"/>
              </w:rPr>
              <w:fldChar w:fldCharType="end"/>
            </w:r>
            <w:bookmarkEnd w:id="3"/>
          </w:p>
          <w:p w14:paraId="3CD77112" w14:textId="77777777" w:rsidR="00A11624" w:rsidRPr="003D0FA7" w:rsidRDefault="00A11624" w:rsidP="003D0FA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Data de nascimento: </w:t>
            </w:r>
            <w:bookmarkStart w:id="4" w:name="Texto53"/>
            <w:r w:rsidR="00514084" w:rsidRPr="003D0FA7">
              <w:rPr>
                <w:sz w:val="18"/>
                <w:szCs w:val="18"/>
              </w:rPr>
              <w:fldChar w:fldCharType="begin">
                <w:ffData>
                  <w:name w:val="Texto5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3D0FA7">
              <w:rPr>
                <w:sz w:val="18"/>
                <w:szCs w:val="18"/>
              </w:rPr>
              <w:instrText xml:space="preserve"> FORMTEXT </w:instrText>
            </w:r>
            <w:r w:rsidR="00514084" w:rsidRPr="003D0FA7">
              <w:rPr>
                <w:sz w:val="18"/>
                <w:szCs w:val="18"/>
              </w:rPr>
            </w:r>
            <w:r w:rsidR="0051408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14084" w:rsidRPr="003D0FA7">
              <w:rPr>
                <w:sz w:val="18"/>
                <w:szCs w:val="18"/>
              </w:rPr>
              <w:fldChar w:fldCharType="end"/>
            </w:r>
            <w:bookmarkEnd w:id="4"/>
            <w:r w:rsidRPr="003D0FA7">
              <w:rPr>
                <w:sz w:val="18"/>
                <w:szCs w:val="18"/>
              </w:rPr>
              <w:t>/</w:t>
            </w:r>
            <w:bookmarkStart w:id="5" w:name="Texto54"/>
            <w:r w:rsidR="00514084" w:rsidRPr="003D0FA7">
              <w:rPr>
                <w:sz w:val="18"/>
                <w:szCs w:val="18"/>
              </w:rPr>
              <w:fldChar w:fldCharType="begin">
                <w:ffData>
                  <w:name w:val="Texto54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3D0FA7">
              <w:rPr>
                <w:sz w:val="18"/>
                <w:szCs w:val="18"/>
              </w:rPr>
              <w:instrText xml:space="preserve"> FORMTEXT </w:instrText>
            </w:r>
            <w:r w:rsidR="00514084" w:rsidRPr="003D0FA7">
              <w:rPr>
                <w:sz w:val="18"/>
                <w:szCs w:val="18"/>
              </w:rPr>
            </w:r>
            <w:r w:rsidR="0051408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14084" w:rsidRPr="003D0FA7">
              <w:rPr>
                <w:sz w:val="18"/>
                <w:szCs w:val="18"/>
              </w:rPr>
              <w:fldChar w:fldCharType="end"/>
            </w:r>
            <w:bookmarkEnd w:id="5"/>
            <w:r w:rsidRPr="003D0FA7">
              <w:rPr>
                <w:sz w:val="18"/>
                <w:szCs w:val="18"/>
              </w:rPr>
              <w:t>/</w:t>
            </w:r>
            <w:bookmarkStart w:id="6" w:name="Texto55"/>
            <w:r w:rsidR="00514084" w:rsidRPr="003D0FA7">
              <w:rPr>
                <w:sz w:val="18"/>
                <w:szCs w:val="18"/>
              </w:rPr>
              <w:fldChar w:fldCharType="begin">
                <w:ffData>
                  <w:name w:val="Texto55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514084" w:rsidRPr="003D0FA7">
              <w:rPr>
                <w:sz w:val="18"/>
                <w:szCs w:val="18"/>
              </w:rPr>
              <w:instrText xml:space="preserve"> FORMTEXT </w:instrText>
            </w:r>
            <w:r w:rsidR="00514084" w:rsidRPr="003D0FA7">
              <w:rPr>
                <w:sz w:val="18"/>
                <w:szCs w:val="18"/>
              </w:rPr>
            </w:r>
            <w:r w:rsidR="0051408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14084" w:rsidRPr="003D0FA7">
              <w:rPr>
                <w:sz w:val="18"/>
                <w:szCs w:val="18"/>
              </w:rPr>
              <w:fldChar w:fldCharType="end"/>
            </w:r>
            <w:bookmarkEnd w:id="6"/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Sexo: </w:t>
            </w:r>
            <w:bookmarkStart w:id="7" w:name="Texto56"/>
            <w:r w:rsidRPr="003D0FA7">
              <w:rPr>
                <w:sz w:val="18"/>
                <w:szCs w:val="18"/>
              </w:rPr>
              <w:fldChar w:fldCharType="begin">
                <w:ffData>
                  <w:name w:val="Texto56"/>
                  <w:enabled/>
                  <w:calcOnExit w:val="0"/>
                  <w:textInput>
                    <w:maxLength w:val="10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bookmarkEnd w:id="7"/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Estado civil: </w:t>
            </w:r>
            <w:bookmarkStart w:id="8" w:name="Texto57"/>
            <w:r w:rsidRPr="003D0FA7">
              <w:rPr>
                <w:sz w:val="18"/>
                <w:szCs w:val="18"/>
              </w:rPr>
              <w:fldChar w:fldCharType="begin">
                <w:ffData>
                  <w:name w:val="Texto57"/>
                  <w:enabled/>
                  <w:calcOnExit w:val="0"/>
                  <w:textInput>
                    <w:maxLength w:val="10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bookmarkEnd w:id="8"/>
          </w:p>
          <w:p w14:paraId="30199662" w14:textId="77777777" w:rsidR="00A11624" w:rsidRPr="003D0FA7" w:rsidRDefault="00A11624" w:rsidP="003D0FA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Nacionalidade: </w:t>
            </w:r>
            <w:bookmarkStart w:id="9" w:name="Texto58"/>
            <w:r w:rsidRPr="003D0FA7">
              <w:rPr>
                <w:sz w:val="18"/>
                <w:szCs w:val="18"/>
              </w:rPr>
              <w:fldChar w:fldCharType="begin">
                <w:ffData>
                  <w:name w:val="Texto58"/>
                  <w:enabled/>
                  <w:calcOnExit w:val="0"/>
                  <w:textInput>
                    <w:maxLength w:val="35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bookmarkEnd w:id="9"/>
          </w:p>
          <w:p w14:paraId="60AAF515" w14:textId="77777777" w:rsidR="00A11624" w:rsidRPr="003D0FA7" w:rsidRDefault="00A11624" w:rsidP="003D0FA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Naturalidade: </w:t>
            </w:r>
            <w:bookmarkStart w:id="10" w:name="Texto59"/>
            <w:r w:rsidRPr="003D0FA7">
              <w:rPr>
                <w:sz w:val="18"/>
                <w:szCs w:val="18"/>
              </w:rPr>
              <w:fldChar w:fldCharType="begin">
                <w:ffData>
                  <w:name w:val="Texto59"/>
                  <w:enabled/>
                  <w:calcOnExit w:val="0"/>
                  <w:textInput>
                    <w:maxLength w:val="40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bookmarkEnd w:id="10"/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UF: </w:t>
            </w:r>
            <w:bookmarkStart w:id="11" w:name="Texto60"/>
            <w:r w:rsidRPr="003D0FA7">
              <w:rPr>
                <w:sz w:val="18"/>
                <w:szCs w:val="18"/>
              </w:rPr>
              <w:fldChar w:fldCharType="begin">
                <w:ffData>
                  <w:name w:val="Texto60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bookmarkEnd w:id="11"/>
          </w:p>
          <w:p w14:paraId="19890B69" w14:textId="77777777" w:rsidR="00A11624" w:rsidRPr="003D0FA7" w:rsidRDefault="00A11624" w:rsidP="003D0FA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RG: </w:t>
            </w:r>
            <w:bookmarkStart w:id="12" w:name="Texto61"/>
            <w:r w:rsidR="00514084" w:rsidRPr="003D0FA7">
              <w:rPr>
                <w:sz w:val="18"/>
                <w:szCs w:val="18"/>
              </w:rPr>
              <w:fldChar w:fldCharType="begin">
                <w:ffData>
                  <w:name w:val="Texto61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514084" w:rsidRPr="003D0FA7">
              <w:rPr>
                <w:sz w:val="18"/>
                <w:szCs w:val="18"/>
              </w:rPr>
              <w:instrText xml:space="preserve"> FORMTEXT </w:instrText>
            </w:r>
            <w:r w:rsidR="00514084" w:rsidRPr="003D0FA7">
              <w:rPr>
                <w:sz w:val="18"/>
                <w:szCs w:val="18"/>
              </w:rPr>
            </w:r>
            <w:r w:rsidR="0051408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14084" w:rsidRPr="003D0FA7">
              <w:rPr>
                <w:sz w:val="18"/>
                <w:szCs w:val="18"/>
              </w:rPr>
              <w:fldChar w:fldCharType="end"/>
            </w:r>
            <w:bookmarkEnd w:id="12"/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UF do RG: </w:t>
            </w:r>
            <w:bookmarkStart w:id="13" w:name="Texto62"/>
            <w:r w:rsidRPr="003D0FA7">
              <w:rPr>
                <w:sz w:val="18"/>
                <w:szCs w:val="18"/>
              </w:rPr>
              <w:fldChar w:fldCharType="begin">
                <w:ffData>
                  <w:name w:val="Texto62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bookmarkEnd w:id="13"/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CPF/MF: </w:t>
            </w:r>
            <w:bookmarkStart w:id="14" w:name="Texto63"/>
            <w:r w:rsidR="00514084" w:rsidRPr="003D0FA7">
              <w:rPr>
                <w:sz w:val="18"/>
                <w:szCs w:val="18"/>
              </w:rPr>
              <w:fldChar w:fldCharType="begin">
                <w:ffData>
                  <w:name w:val="Texto63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514084" w:rsidRPr="003D0FA7">
              <w:rPr>
                <w:sz w:val="18"/>
                <w:szCs w:val="18"/>
              </w:rPr>
              <w:instrText xml:space="preserve"> FORMTEXT </w:instrText>
            </w:r>
            <w:r w:rsidR="00514084" w:rsidRPr="003D0FA7">
              <w:rPr>
                <w:sz w:val="18"/>
                <w:szCs w:val="18"/>
              </w:rPr>
            </w:r>
            <w:r w:rsidR="0051408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14084" w:rsidRPr="003D0FA7">
              <w:rPr>
                <w:sz w:val="18"/>
                <w:szCs w:val="18"/>
              </w:rPr>
              <w:fldChar w:fldCharType="end"/>
            </w:r>
            <w:bookmarkEnd w:id="14"/>
            <w:r w:rsidRPr="003D0FA7">
              <w:rPr>
                <w:sz w:val="18"/>
                <w:szCs w:val="18"/>
              </w:rPr>
              <w:t>.</w:t>
            </w:r>
            <w:bookmarkStart w:id="15" w:name="Texto64"/>
            <w:r w:rsidR="00514084" w:rsidRPr="003D0FA7">
              <w:rPr>
                <w:sz w:val="18"/>
                <w:szCs w:val="18"/>
              </w:rPr>
              <w:fldChar w:fldCharType="begin">
                <w:ffData>
                  <w:name w:val="Texto64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514084" w:rsidRPr="003D0FA7">
              <w:rPr>
                <w:sz w:val="18"/>
                <w:szCs w:val="18"/>
              </w:rPr>
              <w:instrText xml:space="preserve"> FORMTEXT </w:instrText>
            </w:r>
            <w:r w:rsidR="00514084" w:rsidRPr="003D0FA7">
              <w:rPr>
                <w:sz w:val="18"/>
                <w:szCs w:val="18"/>
              </w:rPr>
            </w:r>
            <w:r w:rsidR="0051408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14084" w:rsidRPr="003D0FA7">
              <w:rPr>
                <w:sz w:val="18"/>
                <w:szCs w:val="18"/>
              </w:rPr>
              <w:fldChar w:fldCharType="end"/>
            </w:r>
            <w:bookmarkEnd w:id="15"/>
            <w:r w:rsidRPr="003D0FA7">
              <w:rPr>
                <w:sz w:val="18"/>
                <w:szCs w:val="18"/>
              </w:rPr>
              <w:t>.</w:t>
            </w:r>
            <w:bookmarkStart w:id="16" w:name="Texto65"/>
            <w:r w:rsidR="00514084" w:rsidRPr="003D0FA7">
              <w:rPr>
                <w:sz w:val="18"/>
                <w:szCs w:val="18"/>
              </w:rPr>
              <w:fldChar w:fldCharType="begin">
                <w:ffData>
                  <w:name w:val="Texto65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514084" w:rsidRPr="003D0FA7">
              <w:rPr>
                <w:sz w:val="18"/>
                <w:szCs w:val="18"/>
              </w:rPr>
              <w:instrText xml:space="preserve"> FORMTEXT </w:instrText>
            </w:r>
            <w:r w:rsidR="00514084" w:rsidRPr="003D0FA7">
              <w:rPr>
                <w:sz w:val="18"/>
                <w:szCs w:val="18"/>
              </w:rPr>
            </w:r>
            <w:r w:rsidR="0051408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14084" w:rsidRPr="003D0FA7">
              <w:rPr>
                <w:sz w:val="18"/>
                <w:szCs w:val="18"/>
              </w:rPr>
              <w:fldChar w:fldCharType="end"/>
            </w:r>
            <w:bookmarkEnd w:id="16"/>
            <w:r w:rsidRPr="003D0FA7">
              <w:rPr>
                <w:sz w:val="18"/>
                <w:szCs w:val="18"/>
              </w:rPr>
              <w:t>-</w:t>
            </w:r>
            <w:bookmarkStart w:id="17" w:name="Texto66"/>
            <w:r w:rsidR="00514084" w:rsidRPr="003D0FA7">
              <w:rPr>
                <w:sz w:val="18"/>
                <w:szCs w:val="18"/>
              </w:rPr>
              <w:fldChar w:fldCharType="begin">
                <w:ffData>
                  <w:name w:val="Texto66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3D0FA7">
              <w:rPr>
                <w:sz w:val="18"/>
                <w:szCs w:val="18"/>
              </w:rPr>
              <w:instrText xml:space="preserve"> FORMTEXT </w:instrText>
            </w:r>
            <w:r w:rsidR="00514084" w:rsidRPr="003D0FA7">
              <w:rPr>
                <w:sz w:val="18"/>
                <w:szCs w:val="18"/>
              </w:rPr>
            </w:r>
            <w:r w:rsidR="0051408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14084" w:rsidRPr="003D0FA7">
              <w:rPr>
                <w:sz w:val="18"/>
                <w:szCs w:val="18"/>
              </w:rPr>
              <w:fldChar w:fldCharType="end"/>
            </w:r>
            <w:bookmarkEnd w:id="17"/>
          </w:p>
          <w:p w14:paraId="39877A62" w14:textId="77777777" w:rsidR="00A11624" w:rsidRPr="003D0FA7" w:rsidRDefault="00A11624" w:rsidP="003D0FA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Nome do pai: </w:t>
            </w:r>
            <w:bookmarkStart w:id="18" w:name="Texto67"/>
            <w:r w:rsidR="00514084" w:rsidRPr="003D0FA7">
              <w:rPr>
                <w:sz w:val="18"/>
                <w:szCs w:val="18"/>
              </w:rPr>
              <w:fldChar w:fldCharType="begin">
                <w:ffData>
                  <w:name w:val="Texto67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="00514084" w:rsidRPr="003D0FA7">
              <w:rPr>
                <w:sz w:val="18"/>
                <w:szCs w:val="18"/>
              </w:rPr>
              <w:instrText xml:space="preserve"> FORMTEXT </w:instrText>
            </w:r>
            <w:r w:rsidR="00514084" w:rsidRPr="003D0FA7">
              <w:rPr>
                <w:sz w:val="18"/>
                <w:szCs w:val="18"/>
              </w:rPr>
            </w:r>
            <w:r w:rsidR="0051408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14084" w:rsidRPr="003D0FA7">
              <w:rPr>
                <w:sz w:val="18"/>
                <w:szCs w:val="18"/>
              </w:rPr>
              <w:fldChar w:fldCharType="end"/>
            </w:r>
            <w:bookmarkEnd w:id="18"/>
          </w:p>
          <w:p w14:paraId="1D6EE722" w14:textId="77777777" w:rsidR="00A11624" w:rsidRPr="003D0FA7" w:rsidRDefault="00A11624" w:rsidP="003D0FA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Nome da mãe: </w:t>
            </w:r>
            <w:bookmarkStart w:id="19" w:name="Texto68"/>
            <w:r w:rsidR="00514084" w:rsidRPr="003D0FA7">
              <w:rPr>
                <w:sz w:val="18"/>
                <w:szCs w:val="18"/>
              </w:rPr>
              <w:fldChar w:fldCharType="begin">
                <w:ffData>
                  <w:name w:val="Texto68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="00514084" w:rsidRPr="003D0FA7">
              <w:rPr>
                <w:sz w:val="18"/>
                <w:szCs w:val="18"/>
              </w:rPr>
              <w:instrText xml:space="preserve"> FORMTEXT </w:instrText>
            </w:r>
            <w:r w:rsidR="00514084" w:rsidRPr="003D0FA7">
              <w:rPr>
                <w:sz w:val="18"/>
                <w:szCs w:val="18"/>
              </w:rPr>
            </w:r>
            <w:r w:rsidR="0051408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14084" w:rsidRPr="003D0FA7">
              <w:rPr>
                <w:sz w:val="18"/>
                <w:szCs w:val="18"/>
              </w:rPr>
              <w:fldChar w:fldCharType="end"/>
            </w:r>
            <w:bookmarkEnd w:id="19"/>
          </w:p>
        </w:tc>
      </w:tr>
      <w:tr w:rsidR="00A11624" w:rsidRPr="003D0FA7" w14:paraId="0AC32A85" w14:textId="77777777" w:rsidTr="003D0FA7">
        <w:tc>
          <w:tcPr>
            <w:tcW w:w="9211" w:type="dxa"/>
          </w:tcPr>
          <w:p w14:paraId="6B18CC8A" w14:textId="77777777" w:rsidR="00A11624" w:rsidRPr="003D0FA7" w:rsidRDefault="00A11624" w:rsidP="003D0FA7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Email (1): </w:t>
            </w:r>
            <w:bookmarkStart w:id="20" w:name="Texto69"/>
            <w:r w:rsidR="00514084" w:rsidRPr="003D0FA7">
              <w:rPr>
                <w:sz w:val="18"/>
                <w:szCs w:val="18"/>
              </w:rPr>
              <w:fldChar w:fldCharType="begin">
                <w:ffData>
                  <w:name w:val="Texto69"/>
                  <w:enabled/>
                  <w:calcOnExit w:val="0"/>
                  <w:textInput>
                    <w:maxLength w:val="55"/>
                    <w:format w:val="Minúsculas"/>
                  </w:textInput>
                </w:ffData>
              </w:fldChar>
            </w:r>
            <w:r w:rsidR="00514084" w:rsidRPr="003D0FA7">
              <w:rPr>
                <w:sz w:val="18"/>
                <w:szCs w:val="18"/>
              </w:rPr>
              <w:instrText xml:space="preserve"> FORMTEXT </w:instrText>
            </w:r>
            <w:r w:rsidR="00514084" w:rsidRPr="003D0FA7">
              <w:rPr>
                <w:sz w:val="18"/>
                <w:szCs w:val="18"/>
              </w:rPr>
            </w:r>
            <w:r w:rsidR="0051408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14084" w:rsidRPr="003D0FA7">
              <w:rPr>
                <w:sz w:val="18"/>
                <w:szCs w:val="18"/>
              </w:rPr>
              <w:fldChar w:fldCharType="end"/>
            </w:r>
            <w:bookmarkEnd w:id="20"/>
          </w:p>
          <w:p w14:paraId="316BAC71" w14:textId="77777777" w:rsidR="00A11624" w:rsidRPr="003D0FA7" w:rsidRDefault="00A11624" w:rsidP="003D0FA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Email (2): </w:t>
            </w:r>
            <w:bookmarkStart w:id="21" w:name="Texto70"/>
            <w:r w:rsidR="00514084" w:rsidRPr="003D0FA7">
              <w:rPr>
                <w:sz w:val="18"/>
                <w:szCs w:val="18"/>
                <w:lang w:val="en-US"/>
              </w:rPr>
              <w:fldChar w:fldCharType="begin">
                <w:ffData>
                  <w:name w:val="Texto70"/>
                  <w:enabled/>
                  <w:calcOnExit w:val="0"/>
                  <w:textInput>
                    <w:maxLength w:val="55"/>
                    <w:format w:val="Minúsculas"/>
                  </w:textInput>
                </w:ffData>
              </w:fldChar>
            </w:r>
            <w:r w:rsidR="00514084" w:rsidRPr="003D0FA7">
              <w:rPr>
                <w:sz w:val="18"/>
                <w:szCs w:val="18"/>
                <w:lang w:val="en-US"/>
              </w:rPr>
              <w:instrText xml:space="preserve"> FORMTEXT </w:instrText>
            </w:r>
            <w:r w:rsidR="00514084" w:rsidRPr="003D0FA7">
              <w:rPr>
                <w:sz w:val="18"/>
                <w:szCs w:val="18"/>
                <w:lang w:val="en-US"/>
              </w:rPr>
            </w:r>
            <w:r w:rsidR="00514084" w:rsidRPr="003D0FA7">
              <w:rPr>
                <w:sz w:val="18"/>
                <w:szCs w:val="18"/>
                <w:lang w:val="en-US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  <w:lang w:val="en-US"/>
              </w:rPr>
              <w:t> </w:t>
            </w:r>
            <w:r w:rsidR="00A17749" w:rsidRPr="003D0FA7">
              <w:rPr>
                <w:noProof/>
                <w:sz w:val="18"/>
                <w:szCs w:val="18"/>
                <w:lang w:val="en-US"/>
              </w:rPr>
              <w:t> </w:t>
            </w:r>
            <w:r w:rsidR="00A17749" w:rsidRPr="003D0FA7">
              <w:rPr>
                <w:noProof/>
                <w:sz w:val="18"/>
                <w:szCs w:val="18"/>
                <w:lang w:val="en-US"/>
              </w:rPr>
              <w:t> </w:t>
            </w:r>
            <w:r w:rsidR="00A17749" w:rsidRPr="003D0FA7">
              <w:rPr>
                <w:noProof/>
                <w:sz w:val="18"/>
                <w:szCs w:val="18"/>
                <w:lang w:val="en-US"/>
              </w:rPr>
              <w:t> </w:t>
            </w:r>
            <w:r w:rsidR="00A17749" w:rsidRPr="003D0FA7">
              <w:rPr>
                <w:noProof/>
                <w:sz w:val="18"/>
                <w:szCs w:val="18"/>
                <w:lang w:val="en-US"/>
              </w:rPr>
              <w:t> </w:t>
            </w:r>
            <w:r w:rsidR="00514084" w:rsidRPr="003D0FA7">
              <w:rPr>
                <w:sz w:val="18"/>
                <w:szCs w:val="18"/>
                <w:lang w:val="en-US"/>
              </w:rPr>
              <w:fldChar w:fldCharType="end"/>
            </w:r>
            <w:bookmarkEnd w:id="21"/>
          </w:p>
        </w:tc>
      </w:tr>
      <w:tr w:rsidR="00A11624" w:rsidRPr="003D0FA7" w14:paraId="535C96E8" w14:textId="77777777" w:rsidTr="003D0FA7">
        <w:tc>
          <w:tcPr>
            <w:tcW w:w="9211" w:type="dxa"/>
          </w:tcPr>
          <w:p w14:paraId="7C42DE05" w14:textId="77777777" w:rsidR="00A11624" w:rsidRPr="003D0FA7" w:rsidRDefault="00A11624" w:rsidP="003D0FA7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Endereço residencial: </w:t>
            </w:r>
            <w:bookmarkStart w:id="22" w:name="Texto71"/>
            <w:r w:rsidR="00514084" w:rsidRPr="003D0FA7">
              <w:rPr>
                <w:sz w:val="18"/>
                <w:szCs w:val="18"/>
              </w:rPr>
              <w:fldChar w:fldCharType="begin">
                <w:ffData>
                  <w:name w:val="Texto71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514084" w:rsidRPr="003D0FA7">
              <w:rPr>
                <w:sz w:val="18"/>
                <w:szCs w:val="18"/>
              </w:rPr>
              <w:instrText xml:space="preserve"> FORMTEXT </w:instrText>
            </w:r>
            <w:r w:rsidR="00514084" w:rsidRPr="003D0FA7">
              <w:rPr>
                <w:sz w:val="18"/>
                <w:szCs w:val="18"/>
              </w:rPr>
            </w:r>
            <w:r w:rsidR="0051408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14084" w:rsidRPr="003D0FA7">
              <w:rPr>
                <w:sz w:val="18"/>
                <w:szCs w:val="18"/>
              </w:rPr>
              <w:fldChar w:fldCharType="end"/>
            </w:r>
            <w:bookmarkEnd w:id="22"/>
            <w:r w:rsidRPr="003D0FA7">
              <w:rPr>
                <w:sz w:val="18"/>
                <w:szCs w:val="18"/>
              </w:rPr>
              <w:t xml:space="preserve">, </w:t>
            </w:r>
            <w:bookmarkStart w:id="23" w:name="Texto72"/>
            <w:r w:rsidR="00514084" w:rsidRPr="003D0FA7">
              <w:rPr>
                <w:sz w:val="18"/>
                <w:szCs w:val="18"/>
              </w:rPr>
              <w:fldChar w:fldCharType="begin">
                <w:ffData>
                  <w:name w:val="Texto72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514084" w:rsidRPr="003D0FA7">
              <w:rPr>
                <w:sz w:val="18"/>
                <w:szCs w:val="18"/>
              </w:rPr>
              <w:instrText xml:space="preserve"> FORMTEXT </w:instrText>
            </w:r>
            <w:r w:rsidR="00514084" w:rsidRPr="003D0FA7">
              <w:rPr>
                <w:sz w:val="18"/>
                <w:szCs w:val="18"/>
              </w:rPr>
            </w:r>
            <w:r w:rsidR="0051408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14084" w:rsidRPr="003D0FA7">
              <w:rPr>
                <w:sz w:val="18"/>
                <w:szCs w:val="18"/>
              </w:rPr>
              <w:fldChar w:fldCharType="end"/>
            </w:r>
            <w:bookmarkEnd w:id="23"/>
          </w:p>
          <w:p w14:paraId="2C4C5E61" w14:textId="77777777" w:rsidR="00A11624" w:rsidRPr="003D0FA7" w:rsidRDefault="00A11624" w:rsidP="003D0FA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Complemento: </w:t>
            </w:r>
            <w:bookmarkStart w:id="24" w:name="Texto73"/>
            <w:r w:rsidRPr="003D0FA7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bookmarkEnd w:id="24"/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Bairro: </w:t>
            </w:r>
            <w:bookmarkStart w:id="25" w:name="Texto74"/>
            <w:r w:rsidR="00514084" w:rsidRPr="003D0FA7">
              <w:rPr>
                <w:sz w:val="18"/>
                <w:szCs w:val="18"/>
              </w:rPr>
              <w:fldChar w:fldCharType="begin">
                <w:ffData>
                  <w:name w:val="Texto74"/>
                  <w:enabled/>
                  <w:calcOnExit w:val="0"/>
                  <w:textInput>
                    <w:maxLength w:val="25"/>
                    <w:format w:val="Maiúsculas"/>
                  </w:textInput>
                </w:ffData>
              </w:fldChar>
            </w:r>
            <w:r w:rsidR="00514084" w:rsidRPr="003D0FA7">
              <w:rPr>
                <w:sz w:val="18"/>
                <w:szCs w:val="18"/>
              </w:rPr>
              <w:instrText xml:space="preserve"> FORMTEXT </w:instrText>
            </w:r>
            <w:r w:rsidR="00514084" w:rsidRPr="003D0FA7">
              <w:rPr>
                <w:sz w:val="18"/>
                <w:szCs w:val="18"/>
              </w:rPr>
            </w:r>
            <w:r w:rsidR="0051408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14084" w:rsidRPr="003D0FA7">
              <w:rPr>
                <w:sz w:val="18"/>
                <w:szCs w:val="18"/>
              </w:rPr>
              <w:fldChar w:fldCharType="end"/>
            </w:r>
            <w:bookmarkEnd w:id="25"/>
          </w:p>
          <w:p w14:paraId="08CD6CC2" w14:textId="77777777" w:rsidR="00A11624" w:rsidRPr="003D0FA7" w:rsidRDefault="00A11624" w:rsidP="003D0FA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Cidade: </w:t>
            </w:r>
            <w:bookmarkStart w:id="26" w:name="Texto75"/>
            <w:r w:rsidRPr="003D0FA7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bookmarkEnd w:id="26"/>
            <w:r w:rsidRPr="003D0FA7">
              <w:rPr>
                <w:b/>
                <w:sz w:val="18"/>
                <w:szCs w:val="18"/>
              </w:rPr>
              <w:tab/>
              <w:t xml:space="preserve">UF: </w:t>
            </w:r>
            <w:bookmarkStart w:id="27" w:name="Texto76"/>
            <w:r w:rsidRPr="003D0FA7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bookmarkEnd w:id="27"/>
            <w:r w:rsidRPr="003D0FA7">
              <w:rPr>
                <w:b/>
                <w:sz w:val="18"/>
                <w:szCs w:val="18"/>
              </w:rPr>
              <w:tab/>
            </w:r>
            <w:r w:rsidRPr="003D0FA7">
              <w:rPr>
                <w:b/>
                <w:sz w:val="18"/>
                <w:szCs w:val="18"/>
              </w:rPr>
              <w:tab/>
              <w:t>CEP:</w:t>
            </w:r>
            <w:bookmarkStart w:id="28" w:name="Texto77"/>
            <w:r w:rsidR="00514084" w:rsidRPr="003D0FA7">
              <w:rPr>
                <w:sz w:val="18"/>
                <w:szCs w:val="18"/>
              </w:rPr>
              <w:fldChar w:fldCharType="begin">
                <w:ffData>
                  <w:name w:val="Texto77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514084" w:rsidRPr="003D0FA7">
              <w:rPr>
                <w:sz w:val="18"/>
                <w:szCs w:val="18"/>
              </w:rPr>
              <w:instrText xml:space="preserve"> FORMTEXT </w:instrText>
            </w:r>
            <w:r w:rsidR="00514084" w:rsidRPr="003D0FA7">
              <w:rPr>
                <w:sz w:val="18"/>
                <w:szCs w:val="18"/>
              </w:rPr>
            </w:r>
            <w:r w:rsidR="0051408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14084" w:rsidRPr="003D0FA7">
              <w:rPr>
                <w:sz w:val="18"/>
                <w:szCs w:val="18"/>
              </w:rPr>
              <w:fldChar w:fldCharType="end"/>
            </w:r>
            <w:bookmarkEnd w:id="28"/>
            <w:r w:rsidRPr="003D0FA7">
              <w:rPr>
                <w:sz w:val="18"/>
                <w:szCs w:val="18"/>
              </w:rPr>
              <w:t>-</w:t>
            </w:r>
            <w:bookmarkStart w:id="29" w:name="Texto78"/>
            <w:r w:rsidR="00514084" w:rsidRPr="003D0FA7">
              <w:rPr>
                <w:sz w:val="18"/>
                <w:szCs w:val="18"/>
              </w:rPr>
              <w:fldChar w:fldCharType="begin">
                <w:ffData>
                  <w:name w:val="Texto78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514084" w:rsidRPr="003D0FA7">
              <w:rPr>
                <w:sz w:val="18"/>
                <w:szCs w:val="18"/>
              </w:rPr>
              <w:instrText xml:space="preserve"> FORMTEXT </w:instrText>
            </w:r>
            <w:r w:rsidR="00514084" w:rsidRPr="003D0FA7">
              <w:rPr>
                <w:sz w:val="18"/>
                <w:szCs w:val="18"/>
              </w:rPr>
            </w:r>
            <w:r w:rsidR="0051408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14084" w:rsidRPr="003D0FA7">
              <w:rPr>
                <w:sz w:val="18"/>
                <w:szCs w:val="18"/>
              </w:rPr>
              <w:fldChar w:fldCharType="end"/>
            </w:r>
            <w:bookmarkEnd w:id="29"/>
          </w:p>
          <w:p w14:paraId="4BD206D2" w14:textId="77777777" w:rsidR="00A11624" w:rsidRPr="003D0FA7" w:rsidRDefault="00A11624" w:rsidP="00063A6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Telefone residencial: </w:t>
            </w:r>
            <w:r w:rsidRPr="003D0FA7">
              <w:rPr>
                <w:sz w:val="18"/>
                <w:szCs w:val="18"/>
              </w:rPr>
              <w:t>(</w:t>
            </w:r>
            <w:bookmarkStart w:id="30" w:name="Texto79"/>
            <w:r w:rsidR="00514084" w:rsidRPr="003D0FA7">
              <w:rPr>
                <w:sz w:val="18"/>
                <w:szCs w:val="18"/>
              </w:rPr>
              <w:fldChar w:fldCharType="begin">
                <w:ffData>
                  <w:name w:val="Texto79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3D0FA7">
              <w:rPr>
                <w:sz w:val="18"/>
                <w:szCs w:val="18"/>
              </w:rPr>
              <w:instrText xml:space="preserve"> FORMTEXT </w:instrText>
            </w:r>
            <w:r w:rsidR="00514084" w:rsidRPr="003D0FA7">
              <w:rPr>
                <w:sz w:val="18"/>
                <w:szCs w:val="18"/>
              </w:rPr>
            </w:r>
            <w:r w:rsidR="0051408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14084" w:rsidRPr="003D0FA7">
              <w:rPr>
                <w:sz w:val="18"/>
                <w:szCs w:val="18"/>
              </w:rPr>
              <w:fldChar w:fldCharType="end"/>
            </w:r>
            <w:bookmarkEnd w:id="30"/>
            <w:r w:rsidRPr="003D0FA7">
              <w:rPr>
                <w:sz w:val="18"/>
                <w:szCs w:val="18"/>
              </w:rPr>
              <w:t xml:space="preserve">) </w:t>
            </w:r>
            <w:bookmarkStart w:id="31" w:name="Texto80"/>
            <w:r w:rsidR="00063A67">
              <w:rPr>
                <w:sz w:val="18"/>
                <w:szCs w:val="18"/>
              </w:rPr>
              <w:fldChar w:fldCharType="begin">
                <w:ffData>
                  <w:name w:val="Texto80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063A67">
              <w:rPr>
                <w:sz w:val="18"/>
                <w:szCs w:val="18"/>
              </w:rPr>
              <w:instrText xml:space="preserve"> FORMTEXT </w:instrText>
            </w:r>
            <w:r w:rsidR="00063A67">
              <w:rPr>
                <w:sz w:val="18"/>
                <w:szCs w:val="18"/>
              </w:rPr>
            </w:r>
            <w:r w:rsidR="00063A67">
              <w:rPr>
                <w:sz w:val="18"/>
                <w:szCs w:val="18"/>
              </w:rPr>
              <w:fldChar w:fldCharType="separate"/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sz w:val="18"/>
                <w:szCs w:val="18"/>
              </w:rPr>
              <w:fldChar w:fldCharType="end"/>
            </w:r>
            <w:bookmarkEnd w:id="31"/>
            <w:r w:rsidRPr="003D0FA7">
              <w:rPr>
                <w:sz w:val="18"/>
                <w:szCs w:val="18"/>
              </w:rPr>
              <w:t>-</w:t>
            </w:r>
            <w:bookmarkStart w:id="32" w:name="Texto81"/>
            <w:r w:rsidR="00514084" w:rsidRPr="003D0FA7">
              <w:rPr>
                <w:sz w:val="18"/>
                <w:szCs w:val="18"/>
              </w:rPr>
              <w:fldChar w:fldCharType="begin">
                <w:ffData>
                  <w:name w:val="Texto8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514084" w:rsidRPr="003D0FA7">
              <w:rPr>
                <w:sz w:val="18"/>
                <w:szCs w:val="18"/>
              </w:rPr>
              <w:instrText xml:space="preserve"> FORMTEXT </w:instrText>
            </w:r>
            <w:r w:rsidR="00514084" w:rsidRPr="003D0FA7">
              <w:rPr>
                <w:sz w:val="18"/>
                <w:szCs w:val="18"/>
              </w:rPr>
            </w:r>
            <w:r w:rsidR="0051408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14084" w:rsidRPr="003D0FA7">
              <w:rPr>
                <w:sz w:val="18"/>
                <w:szCs w:val="18"/>
              </w:rPr>
              <w:fldChar w:fldCharType="end"/>
            </w:r>
            <w:bookmarkEnd w:id="32"/>
            <w:r w:rsidRPr="003D0FA7">
              <w:rPr>
                <w:b/>
                <w:sz w:val="18"/>
                <w:szCs w:val="18"/>
              </w:rPr>
              <w:tab/>
              <w:t xml:space="preserve">Celular: </w:t>
            </w:r>
            <w:r w:rsidRPr="003D0FA7">
              <w:rPr>
                <w:sz w:val="18"/>
                <w:szCs w:val="18"/>
              </w:rPr>
              <w:t>(</w:t>
            </w:r>
            <w:r w:rsidR="00514084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514084" w:rsidRPr="003D0FA7">
              <w:rPr>
                <w:sz w:val="18"/>
                <w:szCs w:val="18"/>
              </w:rPr>
              <w:instrText xml:space="preserve"> FORMTEXT </w:instrText>
            </w:r>
            <w:r w:rsidR="00514084" w:rsidRPr="003D0FA7">
              <w:rPr>
                <w:sz w:val="18"/>
                <w:szCs w:val="18"/>
              </w:rPr>
            </w:r>
            <w:r w:rsidR="0051408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14084"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)</w:t>
            </w:r>
            <w:r w:rsidR="00063A6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063A67">
              <w:rPr>
                <w:sz w:val="18"/>
                <w:szCs w:val="18"/>
              </w:rPr>
              <w:instrText xml:space="preserve"> FORMTEXT </w:instrText>
            </w:r>
            <w:r w:rsidR="00063A67">
              <w:rPr>
                <w:sz w:val="18"/>
                <w:szCs w:val="18"/>
              </w:rPr>
            </w:r>
            <w:r w:rsidR="00063A67">
              <w:rPr>
                <w:sz w:val="18"/>
                <w:szCs w:val="18"/>
              </w:rPr>
              <w:fldChar w:fldCharType="separate"/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="00514084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514084" w:rsidRPr="003D0FA7">
              <w:rPr>
                <w:sz w:val="18"/>
                <w:szCs w:val="18"/>
              </w:rPr>
              <w:instrText xml:space="preserve"> FORMTEXT </w:instrText>
            </w:r>
            <w:r w:rsidR="00514084" w:rsidRPr="003D0FA7">
              <w:rPr>
                <w:sz w:val="18"/>
                <w:szCs w:val="18"/>
              </w:rPr>
            </w:r>
            <w:r w:rsidR="0051408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14084" w:rsidRPr="003D0FA7">
              <w:rPr>
                <w:sz w:val="18"/>
                <w:szCs w:val="18"/>
              </w:rPr>
              <w:fldChar w:fldCharType="end"/>
            </w:r>
          </w:p>
        </w:tc>
      </w:tr>
      <w:tr w:rsidR="00A11624" w:rsidRPr="003D0FA7" w14:paraId="3833F77A" w14:textId="77777777" w:rsidTr="003D0FA7">
        <w:tc>
          <w:tcPr>
            <w:tcW w:w="9211" w:type="dxa"/>
          </w:tcPr>
          <w:p w14:paraId="22161C59" w14:textId="77777777" w:rsidR="00A11624" w:rsidRPr="003D0FA7" w:rsidRDefault="00A11624" w:rsidP="003D0FA7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Empresa onde trabalha: 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Maiúsculas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</w:p>
          <w:p w14:paraId="454A428C" w14:textId="77777777" w:rsidR="00A11624" w:rsidRPr="003D0FA7" w:rsidRDefault="00A11624" w:rsidP="003D0FA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Endereço da empresa: 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 xml:space="preserve">, 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</w:p>
          <w:p w14:paraId="4CE7C1E3" w14:textId="77777777" w:rsidR="00A11624" w:rsidRPr="003D0FA7" w:rsidRDefault="00A11624" w:rsidP="003D0FA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Complemento: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 </w:t>
            </w:r>
            <w:r w:rsidRPr="003D0FA7">
              <w:rPr>
                <w:b/>
                <w:color w:val="FF0000"/>
                <w:sz w:val="18"/>
                <w:szCs w:val="18"/>
              </w:rPr>
              <w:tab/>
            </w:r>
            <w:r w:rsidRPr="003D0FA7">
              <w:rPr>
                <w:b/>
                <w:sz w:val="18"/>
                <w:szCs w:val="18"/>
              </w:rPr>
              <w:t xml:space="preserve">Bairro: 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  <w:format w:val="Maiúsculas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</w:p>
          <w:p w14:paraId="7205F0D0" w14:textId="77777777" w:rsidR="00A11624" w:rsidRPr="003D0FA7" w:rsidRDefault="00A11624" w:rsidP="003D0FA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Cidade: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UF: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</w:r>
            <w:r w:rsidRPr="003D0FA7">
              <w:rPr>
                <w:b/>
                <w:sz w:val="18"/>
                <w:szCs w:val="18"/>
              </w:rPr>
              <w:tab/>
              <w:t xml:space="preserve">CEP: 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</w:p>
          <w:p w14:paraId="68F4431C" w14:textId="77777777" w:rsidR="00A11624" w:rsidRPr="003D0FA7" w:rsidRDefault="00A11624" w:rsidP="003D0FA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Telefone comercial: </w:t>
            </w:r>
            <w:r w:rsidRPr="003D0FA7">
              <w:rPr>
                <w:sz w:val="18"/>
                <w:szCs w:val="18"/>
              </w:rPr>
              <w:t>(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) </w:t>
            </w:r>
            <w:r w:rsidR="00063A6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063A67">
              <w:rPr>
                <w:sz w:val="18"/>
                <w:szCs w:val="18"/>
              </w:rPr>
              <w:instrText xml:space="preserve"> FORMTEXT </w:instrText>
            </w:r>
            <w:r w:rsidR="00063A67">
              <w:rPr>
                <w:sz w:val="18"/>
                <w:szCs w:val="18"/>
              </w:rPr>
            </w:r>
            <w:r w:rsidR="00063A67">
              <w:rPr>
                <w:sz w:val="18"/>
                <w:szCs w:val="18"/>
              </w:rPr>
              <w:fldChar w:fldCharType="separate"/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Ramal: </w:t>
            </w:r>
            <w:bookmarkStart w:id="33" w:name="Texto82"/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Texto82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bookmarkEnd w:id="33"/>
          </w:p>
          <w:p w14:paraId="7DBF8A92" w14:textId="77777777" w:rsidR="00A11624" w:rsidRPr="003D0FA7" w:rsidRDefault="00A11624" w:rsidP="003D0FA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>Data de Admissão</w:t>
            </w:r>
            <w:r w:rsidRPr="003D0FA7">
              <w:rPr>
                <w:sz w:val="18"/>
                <w:szCs w:val="18"/>
              </w:rPr>
              <w:t xml:space="preserve">: </w:t>
            </w:r>
            <w:bookmarkStart w:id="34" w:name="Texto95"/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Texto95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bookmarkEnd w:id="34"/>
            <w:r w:rsidRPr="003D0FA7">
              <w:rPr>
                <w:sz w:val="18"/>
                <w:szCs w:val="18"/>
              </w:rPr>
              <w:t>/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/</w:t>
            </w:r>
            <w:bookmarkStart w:id="35" w:name="Texto96"/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Texto9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bookmarkEnd w:id="35"/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Cargo: </w:t>
            </w:r>
            <w:bookmarkStart w:id="36" w:name="Texto97"/>
            <w:r w:rsidRPr="003D0FA7">
              <w:rPr>
                <w:sz w:val="18"/>
                <w:szCs w:val="18"/>
              </w:rPr>
              <w:fldChar w:fldCharType="begin">
                <w:ffData>
                  <w:name w:val="Texto97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bookmarkEnd w:id="36"/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Salário Mensal: R$ </w:t>
            </w:r>
            <w:bookmarkStart w:id="37" w:name="Texto98"/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Texto98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bookmarkEnd w:id="37"/>
          </w:p>
        </w:tc>
      </w:tr>
    </w:tbl>
    <w:p w14:paraId="3CA9E7A6" w14:textId="77777777" w:rsidR="0083136B" w:rsidRDefault="00752413" w:rsidP="007D1808">
      <w:pPr>
        <w:spacing w:before="120"/>
        <w:rPr>
          <w:sz w:val="18"/>
          <w:szCs w:val="18"/>
        </w:rPr>
      </w:pPr>
      <w:r w:rsidRPr="001B43F4">
        <w:rPr>
          <w:b/>
          <w:sz w:val="18"/>
          <w:szCs w:val="18"/>
        </w:rPr>
        <w:t>Empresa</w:t>
      </w:r>
      <w:r w:rsidR="0083136B" w:rsidRPr="001B43F4">
        <w:rPr>
          <w:b/>
          <w:sz w:val="18"/>
          <w:szCs w:val="18"/>
        </w:rPr>
        <w:t xml:space="preserve"> da qua</w:t>
      </w:r>
      <w:r w:rsidRPr="001B43F4">
        <w:rPr>
          <w:b/>
          <w:sz w:val="18"/>
          <w:szCs w:val="18"/>
        </w:rPr>
        <w:t>l</w:t>
      </w:r>
      <w:r w:rsidR="0083136B" w:rsidRPr="001B43F4">
        <w:rPr>
          <w:b/>
          <w:sz w:val="18"/>
          <w:szCs w:val="18"/>
        </w:rPr>
        <w:t xml:space="preserve"> participa</w:t>
      </w:r>
      <w:r w:rsidR="0083136B" w:rsidRPr="001B43F4">
        <w:rPr>
          <w:sz w:val="18"/>
          <w:szCs w:val="1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A11624" w:rsidRPr="003D0FA7" w14:paraId="14881EE9" w14:textId="77777777" w:rsidTr="003D0FA7">
        <w:tc>
          <w:tcPr>
            <w:tcW w:w="9224" w:type="dxa"/>
          </w:tcPr>
          <w:p w14:paraId="5D28AD76" w14:textId="77777777" w:rsidR="00A11624" w:rsidRPr="003D0FA7" w:rsidRDefault="00A11624" w:rsidP="003D0FA7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Nome da empresa: 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  <w:format w:val="Maiúsculas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</w:p>
          <w:p w14:paraId="7C935FC1" w14:textId="77777777" w:rsidR="00A11624" w:rsidRPr="003D0FA7" w:rsidRDefault="00A11624" w:rsidP="003D0FA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Endereço: 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, 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</w:p>
          <w:p w14:paraId="3CCD71CA" w14:textId="77777777" w:rsidR="00A11624" w:rsidRPr="003D0FA7" w:rsidRDefault="00A11624" w:rsidP="003D0FA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Complemento: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 </w:t>
            </w:r>
            <w:r w:rsidRPr="003D0FA7">
              <w:rPr>
                <w:b/>
                <w:color w:val="FF0000"/>
                <w:sz w:val="18"/>
                <w:szCs w:val="18"/>
              </w:rPr>
              <w:tab/>
            </w:r>
            <w:r w:rsidRPr="003D0FA7">
              <w:rPr>
                <w:b/>
                <w:sz w:val="18"/>
                <w:szCs w:val="18"/>
              </w:rPr>
              <w:t xml:space="preserve">Bairro: 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  <w:format w:val="Maiúsculas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</w:p>
          <w:p w14:paraId="309323D5" w14:textId="77777777" w:rsidR="00A11624" w:rsidRPr="003D0FA7" w:rsidRDefault="00A11624" w:rsidP="003D0FA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Cidade: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UF: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</w:r>
            <w:r w:rsidRPr="003D0FA7">
              <w:rPr>
                <w:b/>
                <w:sz w:val="18"/>
                <w:szCs w:val="18"/>
              </w:rPr>
              <w:tab/>
              <w:t xml:space="preserve">CEP: 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</w:p>
          <w:p w14:paraId="17D266DE" w14:textId="77777777" w:rsidR="00A11624" w:rsidRPr="003D0FA7" w:rsidRDefault="00A11624" w:rsidP="003D0FA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>Telefone</w:t>
            </w:r>
            <w:r w:rsidRPr="003D0FA7">
              <w:rPr>
                <w:sz w:val="18"/>
                <w:szCs w:val="18"/>
              </w:rPr>
              <w:t>: (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) </w:t>
            </w:r>
            <w:r w:rsidR="00063A6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063A67">
              <w:rPr>
                <w:sz w:val="18"/>
                <w:szCs w:val="18"/>
              </w:rPr>
              <w:instrText xml:space="preserve"> FORMTEXT </w:instrText>
            </w:r>
            <w:r w:rsidR="00063A67">
              <w:rPr>
                <w:sz w:val="18"/>
                <w:szCs w:val="18"/>
              </w:rPr>
            </w:r>
            <w:r w:rsidR="00063A67">
              <w:rPr>
                <w:sz w:val="18"/>
                <w:szCs w:val="18"/>
              </w:rPr>
              <w:fldChar w:fldCharType="separate"/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r w:rsidR="00571603" w:rsidRPr="003D0FA7">
              <w:rPr>
                <w:sz w:val="18"/>
                <w:szCs w:val="18"/>
              </w:rPr>
              <w:tab/>
            </w:r>
            <w:r w:rsidRPr="003D0FA7">
              <w:rPr>
                <w:b/>
                <w:sz w:val="18"/>
                <w:szCs w:val="18"/>
              </w:rPr>
              <w:tab/>
              <w:t xml:space="preserve">Ramo de atividade: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  <w:format w:val="Min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14:paraId="7DC106DF" w14:textId="77777777" w:rsidR="006F0A60" w:rsidRPr="003D0FA7" w:rsidRDefault="00A11624" w:rsidP="003D0FA7">
            <w:pPr>
              <w:spacing w:after="60"/>
              <w:rPr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CNPJ: </w:t>
            </w:r>
            <w:bookmarkStart w:id="38" w:name="Texto99"/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Texto99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bookmarkEnd w:id="38"/>
            <w:r w:rsidRPr="003D0FA7">
              <w:rPr>
                <w:sz w:val="18"/>
                <w:szCs w:val="18"/>
              </w:rPr>
              <w:t>.</w:t>
            </w:r>
            <w:bookmarkStart w:id="39" w:name="Texto100"/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Texto100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bookmarkEnd w:id="39"/>
            <w:r w:rsidRPr="003D0FA7">
              <w:rPr>
                <w:sz w:val="18"/>
                <w:szCs w:val="18"/>
              </w:rPr>
              <w:t>.</w:t>
            </w:r>
            <w:bookmarkStart w:id="40" w:name="Texto101"/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Texto101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bookmarkEnd w:id="40"/>
            <w:r w:rsidRPr="003D0FA7">
              <w:rPr>
                <w:sz w:val="18"/>
                <w:szCs w:val="18"/>
              </w:rPr>
              <w:t>/</w:t>
            </w:r>
            <w:bookmarkStart w:id="41" w:name="Texto102"/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Texto102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bookmarkEnd w:id="41"/>
            <w:r w:rsidRPr="003D0FA7">
              <w:rPr>
                <w:sz w:val="18"/>
                <w:szCs w:val="18"/>
              </w:rPr>
              <w:t>-</w:t>
            </w:r>
            <w:bookmarkStart w:id="42" w:name="Texto103"/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Texto103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bookmarkEnd w:id="42"/>
            <w:r w:rsidRPr="003D0FA7">
              <w:rPr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Inscrição Estadual: </w:t>
            </w:r>
            <w:bookmarkStart w:id="43" w:name="Texto104"/>
            <w:r w:rsidR="00F51EC5" w:rsidRPr="003D0FA7">
              <w:rPr>
                <w:sz w:val="18"/>
                <w:szCs w:val="18"/>
              </w:rPr>
              <w:fldChar w:fldCharType="begin">
                <w:ffData>
                  <w:name w:val="Texto104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="00F51EC5" w:rsidRPr="003D0FA7">
              <w:rPr>
                <w:sz w:val="18"/>
                <w:szCs w:val="18"/>
              </w:rPr>
              <w:instrText xml:space="preserve"> FORMTEXT </w:instrText>
            </w:r>
            <w:r w:rsidR="00F51EC5" w:rsidRPr="003D0FA7">
              <w:rPr>
                <w:sz w:val="18"/>
                <w:szCs w:val="18"/>
              </w:rPr>
            </w:r>
            <w:r w:rsidR="00F51EC5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F51EC5" w:rsidRPr="003D0FA7">
              <w:rPr>
                <w:sz w:val="18"/>
                <w:szCs w:val="18"/>
              </w:rPr>
              <w:fldChar w:fldCharType="end"/>
            </w:r>
            <w:bookmarkEnd w:id="43"/>
          </w:p>
          <w:p w14:paraId="71318A00" w14:textId="77777777" w:rsidR="00A11624" w:rsidRPr="003D0FA7" w:rsidRDefault="006F0A60" w:rsidP="00063A6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>Data de Abertura</w:t>
            </w:r>
            <w:r w:rsidRPr="003D0FA7">
              <w:rPr>
                <w:sz w:val="18"/>
                <w:szCs w:val="18"/>
              </w:rPr>
              <w:t xml:space="preserve">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95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/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/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96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Cargo: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97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</w:r>
            <w:r w:rsidR="00063A67">
              <w:rPr>
                <w:b/>
                <w:sz w:val="18"/>
                <w:szCs w:val="18"/>
              </w:rPr>
              <w:t>Salário</w:t>
            </w:r>
            <w:r w:rsidRPr="003D0FA7">
              <w:rPr>
                <w:b/>
                <w:sz w:val="18"/>
                <w:szCs w:val="18"/>
              </w:rPr>
              <w:t xml:space="preserve"> Mensal: R$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98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="007D1808" w:rsidRPr="003D0FA7">
              <w:rPr>
                <w:b/>
                <w:sz w:val="18"/>
                <w:szCs w:val="18"/>
              </w:rPr>
              <w:t xml:space="preserve"> </w:t>
            </w:r>
          </w:p>
        </w:tc>
      </w:tr>
    </w:tbl>
    <w:p w14:paraId="45167C54" w14:textId="77777777" w:rsidR="00571603" w:rsidRPr="00571603" w:rsidRDefault="00571603" w:rsidP="00571603">
      <w:pPr>
        <w:spacing w:before="120"/>
        <w:rPr>
          <w:b/>
          <w:sz w:val="18"/>
          <w:szCs w:val="18"/>
        </w:rPr>
      </w:pPr>
      <w:r w:rsidRPr="00571603">
        <w:rPr>
          <w:b/>
          <w:sz w:val="18"/>
          <w:szCs w:val="18"/>
        </w:rPr>
        <w:t>Outros rendimentos</w:t>
      </w:r>
    </w:p>
    <w:tbl>
      <w:tblPr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24"/>
      </w:tblGrid>
      <w:tr w:rsidR="00571603" w:rsidRPr="003D0FA7" w14:paraId="4962731E" w14:textId="77777777" w:rsidTr="003D0FA7">
        <w:tc>
          <w:tcPr>
            <w:tcW w:w="9224" w:type="dxa"/>
          </w:tcPr>
          <w:p w14:paraId="0AAC7863" w14:textId="77777777" w:rsidR="00571603" w:rsidRPr="003D0FA7" w:rsidRDefault="00571603" w:rsidP="003D0FA7">
            <w:pPr>
              <w:spacing w:before="120" w:line="360" w:lineRule="auto"/>
              <w:rPr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Origem: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47"/>
                  <w:enabled/>
                  <w:calcOnExit w:val="0"/>
                  <w:textInput>
                    <w:maxLength w:val="30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</w:r>
            <w:r w:rsidRPr="003D0FA7">
              <w:rPr>
                <w:b/>
                <w:sz w:val="18"/>
                <w:szCs w:val="18"/>
              </w:rPr>
              <w:tab/>
              <w:t xml:space="preserve">Valor Mensal: R$ 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</w:p>
          <w:p w14:paraId="15932796" w14:textId="77777777" w:rsidR="00571603" w:rsidRPr="003D0FA7" w:rsidRDefault="00571603" w:rsidP="003D0FA7">
            <w:pPr>
              <w:spacing w:line="360" w:lineRule="auto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Origem: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</w:r>
            <w:r w:rsidRPr="003D0FA7">
              <w:rPr>
                <w:b/>
                <w:sz w:val="18"/>
                <w:szCs w:val="18"/>
              </w:rPr>
              <w:tab/>
              <w:t xml:space="preserve">Valor Mensal: R$ 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</w:p>
        </w:tc>
      </w:tr>
    </w:tbl>
    <w:p w14:paraId="60E726A1" w14:textId="77777777" w:rsidR="007D1808" w:rsidRDefault="007D1808" w:rsidP="007D1808">
      <w:pPr>
        <w:spacing w:before="120"/>
        <w:rPr>
          <w:b/>
          <w:sz w:val="18"/>
          <w:szCs w:val="18"/>
        </w:rPr>
      </w:pPr>
      <w:r>
        <w:rPr>
          <w:b/>
          <w:sz w:val="18"/>
          <w:szCs w:val="18"/>
        </w:rPr>
        <w:t>Imóveis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7D1808" w:rsidRPr="003D0FA7" w14:paraId="7FB054F1" w14:textId="77777777" w:rsidTr="003D0FA7">
        <w:tc>
          <w:tcPr>
            <w:tcW w:w="9211" w:type="dxa"/>
          </w:tcPr>
          <w:p w14:paraId="1EC1DB70" w14:textId="77777777" w:rsidR="007D1808" w:rsidRPr="003D0FA7" w:rsidRDefault="007D1808" w:rsidP="003D0FA7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Tipo: </w:t>
            </w:r>
            <w:bookmarkStart w:id="44" w:name="Texto84"/>
            <w:r w:rsidRPr="003D0FA7">
              <w:rPr>
                <w:sz w:val="18"/>
                <w:szCs w:val="18"/>
              </w:rPr>
              <w:fldChar w:fldCharType="begin">
                <w:ffData>
                  <w:name w:val="Texto84"/>
                  <w:enabled/>
                  <w:calcOnExit w:val="0"/>
                  <w:textInput>
                    <w:maxLength w:val="15"/>
                    <w:format w:val="Min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bookmarkEnd w:id="44"/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>Valor</w:t>
            </w:r>
            <w:r w:rsidR="003D2BD9">
              <w:rPr>
                <w:b/>
                <w:sz w:val="18"/>
                <w:szCs w:val="18"/>
              </w:rPr>
              <w:t xml:space="preserve"> (mercado)</w:t>
            </w:r>
            <w:r w:rsidRPr="003D0FA7">
              <w:rPr>
                <w:b/>
                <w:sz w:val="18"/>
                <w:szCs w:val="18"/>
              </w:rPr>
              <w:t xml:space="preserve">: </w:t>
            </w:r>
            <w:bookmarkStart w:id="45" w:name="Texto85"/>
            <w:r w:rsidRPr="003D0FA7">
              <w:rPr>
                <w:b/>
                <w:sz w:val="18"/>
                <w:szCs w:val="18"/>
              </w:rPr>
              <w:t xml:space="preserve">R$ </w:t>
            </w:r>
            <w:bookmarkEnd w:id="45"/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     Situação (quitado ou financiado?) </w:t>
            </w:r>
            <w:bookmarkStart w:id="46" w:name="Texto86"/>
            <w:r w:rsidR="00577D04" w:rsidRPr="003D0FA7">
              <w:rPr>
                <w:sz w:val="18"/>
                <w:szCs w:val="18"/>
              </w:rPr>
              <w:fldChar w:fldCharType="begin">
                <w:ffData>
                  <w:name w:val="Texto86"/>
                  <w:enabled/>
                  <w:calcOnExit w:val="0"/>
                  <w:textInput>
                    <w:maxLength w:val="10"/>
                    <w:format w:val="Minúsculas"/>
                  </w:textInput>
                </w:ffData>
              </w:fldChar>
            </w:r>
            <w:r w:rsidR="00577D04" w:rsidRPr="003D0FA7">
              <w:rPr>
                <w:sz w:val="18"/>
                <w:szCs w:val="18"/>
              </w:rPr>
              <w:instrText xml:space="preserve"> FORMTEXT </w:instrText>
            </w:r>
            <w:r w:rsidR="00577D04" w:rsidRPr="003D0FA7">
              <w:rPr>
                <w:sz w:val="18"/>
                <w:szCs w:val="18"/>
              </w:rPr>
            </w:r>
            <w:r w:rsidR="00577D0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77D04" w:rsidRPr="003D0FA7">
              <w:rPr>
                <w:sz w:val="18"/>
                <w:szCs w:val="18"/>
              </w:rPr>
              <w:fldChar w:fldCharType="end"/>
            </w:r>
            <w:bookmarkEnd w:id="46"/>
          </w:p>
          <w:p w14:paraId="0E0C0F36" w14:textId="77777777" w:rsidR="007D1808" w:rsidRPr="003D0FA7" w:rsidRDefault="007D1808" w:rsidP="003D0FA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Tipo: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  <w:format w:val="Min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>Valor</w:t>
            </w:r>
            <w:r w:rsidR="003D2BD9">
              <w:rPr>
                <w:b/>
                <w:sz w:val="18"/>
                <w:szCs w:val="18"/>
              </w:rPr>
              <w:t xml:space="preserve"> (mercado)</w:t>
            </w:r>
            <w:r w:rsidRPr="003D0FA7">
              <w:rPr>
                <w:b/>
                <w:sz w:val="18"/>
                <w:szCs w:val="18"/>
              </w:rPr>
              <w:t xml:space="preserve">: R$ 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     Situação (quitado ou financiado?) </w:t>
            </w:r>
            <w:r w:rsidR="00577D04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Minúsculas"/>
                  </w:textInput>
                </w:ffData>
              </w:fldChar>
            </w:r>
            <w:r w:rsidR="00577D04" w:rsidRPr="003D0FA7">
              <w:rPr>
                <w:sz w:val="18"/>
                <w:szCs w:val="18"/>
              </w:rPr>
              <w:instrText xml:space="preserve"> FORMTEXT </w:instrText>
            </w:r>
            <w:r w:rsidR="00577D04" w:rsidRPr="003D0FA7">
              <w:rPr>
                <w:sz w:val="18"/>
                <w:szCs w:val="18"/>
              </w:rPr>
            </w:r>
            <w:r w:rsidR="00577D0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77D04" w:rsidRPr="003D0FA7">
              <w:rPr>
                <w:sz w:val="18"/>
                <w:szCs w:val="18"/>
              </w:rPr>
              <w:fldChar w:fldCharType="end"/>
            </w:r>
          </w:p>
        </w:tc>
      </w:tr>
      <w:tr w:rsidR="007D1808" w:rsidRPr="003D0FA7" w14:paraId="62D92E71" w14:textId="77777777" w:rsidTr="003D0FA7">
        <w:tc>
          <w:tcPr>
            <w:tcW w:w="9211" w:type="dxa"/>
          </w:tcPr>
          <w:p w14:paraId="2AB7A8F3" w14:textId="77777777" w:rsidR="007D1808" w:rsidRPr="003D0FA7" w:rsidRDefault="007D1808" w:rsidP="003D0FA7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No caso de imóvel financiado, informar valor da prestação: R$ </w:t>
            </w:r>
            <w:bookmarkStart w:id="47" w:name="Texto87"/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Texto87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bookmarkEnd w:id="47"/>
          </w:p>
        </w:tc>
      </w:tr>
    </w:tbl>
    <w:p w14:paraId="40D79FC9" w14:textId="77777777" w:rsidR="007D1808" w:rsidRDefault="007D1808" w:rsidP="007D1808">
      <w:pPr>
        <w:spacing w:before="120"/>
        <w:rPr>
          <w:b/>
          <w:sz w:val="18"/>
          <w:szCs w:val="18"/>
        </w:rPr>
      </w:pPr>
      <w:r>
        <w:rPr>
          <w:b/>
          <w:sz w:val="18"/>
          <w:szCs w:val="18"/>
        </w:rPr>
        <w:t>Veículos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7D1808" w:rsidRPr="003D0FA7" w14:paraId="634E5F11" w14:textId="77777777" w:rsidTr="003D0FA7">
        <w:tc>
          <w:tcPr>
            <w:tcW w:w="9211" w:type="dxa"/>
          </w:tcPr>
          <w:p w14:paraId="2B19A9BA" w14:textId="77777777" w:rsidR="007D1808" w:rsidRPr="003D0FA7" w:rsidRDefault="007D1808" w:rsidP="003D0FA7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Marca: </w:t>
            </w:r>
            <w:bookmarkStart w:id="48" w:name="Texto88"/>
            <w:r w:rsidR="00F51EC5" w:rsidRPr="003D0FA7">
              <w:rPr>
                <w:sz w:val="18"/>
                <w:szCs w:val="18"/>
              </w:rPr>
              <w:fldChar w:fldCharType="begin">
                <w:ffData>
                  <w:name w:val="Texto88"/>
                  <w:enabled/>
                  <w:calcOnExit w:val="0"/>
                  <w:textInput>
                    <w:maxLength w:val="13"/>
                    <w:format w:val="Minúsculas"/>
                  </w:textInput>
                </w:ffData>
              </w:fldChar>
            </w:r>
            <w:r w:rsidR="00F51EC5" w:rsidRPr="003D0FA7">
              <w:rPr>
                <w:sz w:val="18"/>
                <w:szCs w:val="18"/>
              </w:rPr>
              <w:instrText xml:space="preserve"> FORMTEXT </w:instrText>
            </w:r>
            <w:r w:rsidR="00F51EC5" w:rsidRPr="003D0FA7">
              <w:rPr>
                <w:sz w:val="18"/>
                <w:szCs w:val="18"/>
              </w:rPr>
            </w:r>
            <w:r w:rsidR="00F51EC5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F51EC5" w:rsidRPr="003D0FA7">
              <w:rPr>
                <w:sz w:val="18"/>
                <w:szCs w:val="18"/>
              </w:rPr>
              <w:fldChar w:fldCharType="end"/>
            </w:r>
            <w:bookmarkEnd w:id="48"/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Modelo: </w:t>
            </w:r>
            <w:bookmarkStart w:id="49" w:name="Texto89"/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Texto89"/>
                  <w:enabled/>
                  <w:calcOnExit w:val="0"/>
                  <w:textInput>
                    <w:maxLength w:val="10"/>
                    <w:format w:val="Minúsculas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bookmarkEnd w:id="49"/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Ano: </w:t>
            </w:r>
            <w:bookmarkStart w:id="50" w:name="Texto90"/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Texto9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bookmarkEnd w:id="50"/>
            <w:r w:rsidRPr="003D0FA7">
              <w:rPr>
                <w:b/>
                <w:sz w:val="18"/>
                <w:szCs w:val="18"/>
              </w:rPr>
              <w:t xml:space="preserve">      Valor de Mercado: R$ </w:t>
            </w:r>
            <w:bookmarkStart w:id="51" w:name="Texto91"/>
            <w:r w:rsidR="00577D04" w:rsidRPr="003D0FA7">
              <w:rPr>
                <w:sz w:val="18"/>
                <w:szCs w:val="18"/>
              </w:rPr>
              <w:fldChar w:fldCharType="begin">
                <w:ffData>
                  <w:name w:val="Texto9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577D04" w:rsidRPr="003D0FA7">
              <w:rPr>
                <w:sz w:val="18"/>
                <w:szCs w:val="18"/>
              </w:rPr>
              <w:instrText xml:space="preserve"> FORMTEXT </w:instrText>
            </w:r>
            <w:r w:rsidR="00577D04" w:rsidRPr="003D0FA7">
              <w:rPr>
                <w:sz w:val="18"/>
                <w:szCs w:val="18"/>
              </w:rPr>
            </w:r>
            <w:r w:rsidR="00577D0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77D04" w:rsidRPr="003D0FA7">
              <w:rPr>
                <w:sz w:val="18"/>
                <w:szCs w:val="18"/>
              </w:rPr>
              <w:fldChar w:fldCharType="end"/>
            </w:r>
            <w:bookmarkEnd w:id="51"/>
          </w:p>
          <w:p w14:paraId="129117E5" w14:textId="77777777" w:rsidR="007D1808" w:rsidRPr="003D0FA7" w:rsidRDefault="007D1808" w:rsidP="003D0FA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Marca: </w:t>
            </w:r>
            <w:r w:rsidR="00F51EC5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  <w:format w:val="Minúsculas"/>
                  </w:textInput>
                </w:ffData>
              </w:fldChar>
            </w:r>
            <w:r w:rsidR="00F51EC5" w:rsidRPr="003D0FA7">
              <w:rPr>
                <w:sz w:val="18"/>
                <w:szCs w:val="18"/>
              </w:rPr>
              <w:instrText xml:space="preserve"> FORMTEXT </w:instrText>
            </w:r>
            <w:r w:rsidR="00F51EC5" w:rsidRPr="003D0FA7">
              <w:rPr>
                <w:sz w:val="18"/>
                <w:szCs w:val="18"/>
              </w:rPr>
            </w:r>
            <w:r w:rsidR="00F51EC5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F51EC5"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Modelo: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Min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Ano: 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 xml:space="preserve">      Valor de Mercado: R$ </w:t>
            </w:r>
            <w:r w:rsidR="00577D04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577D04" w:rsidRPr="003D0FA7">
              <w:rPr>
                <w:sz w:val="18"/>
                <w:szCs w:val="18"/>
              </w:rPr>
              <w:instrText xml:space="preserve"> FORMTEXT </w:instrText>
            </w:r>
            <w:r w:rsidR="00577D04" w:rsidRPr="003D0FA7">
              <w:rPr>
                <w:sz w:val="18"/>
                <w:szCs w:val="18"/>
              </w:rPr>
            </w:r>
            <w:r w:rsidR="00577D04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577D04" w:rsidRPr="003D0FA7">
              <w:rPr>
                <w:sz w:val="18"/>
                <w:szCs w:val="18"/>
              </w:rPr>
              <w:fldChar w:fldCharType="end"/>
            </w:r>
          </w:p>
        </w:tc>
      </w:tr>
      <w:tr w:rsidR="007D1808" w:rsidRPr="003D0FA7" w14:paraId="70609A02" w14:textId="77777777" w:rsidTr="003D0FA7">
        <w:tc>
          <w:tcPr>
            <w:tcW w:w="9211" w:type="dxa"/>
          </w:tcPr>
          <w:p w14:paraId="50A1F5D4" w14:textId="77777777" w:rsidR="007D1808" w:rsidRPr="003D0FA7" w:rsidRDefault="007D1808" w:rsidP="003D0FA7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No caso de veículo financiado, informar valor da prestação: R$ 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</w:p>
        </w:tc>
      </w:tr>
    </w:tbl>
    <w:p w14:paraId="45013051" w14:textId="77777777" w:rsidR="00571603" w:rsidRDefault="0057160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7D1808" w:rsidRPr="003D0FA7" w14:paraId="09340311" w14:textId="77777777" w:rsidTr="003D0FA7">
        <w:tc>
          <w:tcPr>
            <w:tcW w:w="9211" w:type="dxa"/>
          </w:tcPr>
          <w:p w14:paraId="59A77B5A" w14:textId="77777777" w:rsidR="007D1808" w:rsidRPr="003D0FA7" w:rsidRDefault="007D1808" w:rsidP="003D0FA7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No caso de locatário, informar valor do aluguel: R$ 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</w:p>
        </w:tc>
      </w:tr>
    </w:tbl>
    <w:p w14:paraId="2B664EB6" w14:textId="77777777" w:rsidR="007D1808" w:rsidRDefault="007D1808" w:rsidP="007D1808">
      <w:pPr>
        <w:spacing w:before="120"/>
        <w:rPr>
          <w:b/>
          <w:sz w:val="18"/>
          <w:szCs w:val="18"/>
        </w:rPr>
      </w:pPr>
    </w:p>
    <w:p w14:paraId="0EE6640D" w14:textId="77777777" w:rsidR="007D1808" w:rsidRDefault="007D1808" w:rsidP="007D1808">
      <w:pPr>
        <w:spacing w:before="120"/>
        <w:jc w:val="center"/>
        <w:rPr>
          <w:b/>
          <w:sz w:val="20"/>
          <w:szCs w:val="20"/>
        </w:rPr>
      </w:pPr>
      <w:r>
        <w:rPr>
          <w:b/>
          <w:sz w:val="18"/>
          <w:szCs w:val="18"/>
        </w:rPr>
        <w:br w:type="page"/>
      </w:r>
      <w:r w:rsidRPr="004D44FA">
        <w:rPr>
          <w:b/>
          <w:sz w:val="20"/>
          <w:szCs w:val="20"/>
        </w:rPr>
        <w:lastRenderedPageBreak/>
        <w:t>Referências</w:t>
      </w:r>
    </w:p>
    <w:p w14:paraId="37990896" w14:textId="77777777" w:rsidR="00DE34E5" w:rsidRDefault="00DE34E5" w:rsidP="007D1808">
      <w:pPr>
        <w:spacing w:before="120"/>
        <w:rPr>
          <w:b/>
          <w:sz w:val="18"/>
          <w:szCs w:val="18"/>
        </w:rPr>
      </w:pPr>
    </w:p>
    <w:p w14:paraId="04EB2F5F" w14:textId="77777777" w:rsidR="007D1808" w:rsidRDefault="007D1808" w:rsidP="007D1808">
      <w:pPr>
        <w:spacing w:before="120"/>
        <w:rPr>
          <w:b/>
          <w:sz w:val="18"/>
          <w:szCs w:val="18"/>
        </w:rPr>
      </w:pPr>
      <w:r>
        <w:rPr>
          <w:b/>
          <w:sz w:val="18"/>
          <w:szCs w:val="18"/>
        </w:rPr>
        <w:t>Pessoais</w:t>
      </w:r>
      <w:r w:rsidR="00DE34E5">
        <w:rPr>
          <w:b/>
          <w:sz w:val="18"/>
          <w:szCs w:val="18"/>
        </w:rPr>
        <w:t xml:space="preserve"> (preenchimento obrigatório)</w:t>
      </w: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25"/>
      </w:tblGrid>
      <w:tr w:rsidR="007D1808" w:rsidRPr="003D0FA7" w14:paraId="2EF421E7" w14:textId="77777777" w:rsidTr="003D0FA7">
        <w:tc>
          <w:tcPr>
            <w:tcW w:w="9225" w:type="dxa"/>
          </w:tcPr>
          <w:p w14:paraId="4D8510EC" w14:textId="77777777" w:rsidR="007D1808" w:rsidRPr="003D0FA7" w:rsidRDefault="007D1808" w:rsidP="003D0FA7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Nome: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14:paraId="04E71D88" w14:textId="77777777" w:rsidR="007D1808" w:rsidRPr="003D0FA7" w:rsidRDefault="007D1808" w:rsidP="003D0FA7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Endereço residencial: 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, 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</w:p>
          <w:p w14:paraId="31649E2F" w14:textId="77777777" w:rsidR="007D1808" w:rsidRPr="003D0FA7" w:rsidRDefault="007D1808" w:rsidP="003D0FA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Complemento: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Bairro: 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</w:p>
          <w:p w14:paraId="7C153841" w14:textId="77777777" w:rsidR="007D1808" w:rsidRPr="003D0FA7" w:rsidRDefault="007D1808" w:rsidP="003D0FA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Cidade: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UF: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>CEP: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</w:p>
          <w:p w14:paraId="551C04E1" w14:textId="77777777" w:rsidR="007D1808" w:rsidRPr="003D0FA7" w:rsidRDefault="007D1808" w:rsidP="00063A6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Telefone residencial: </w:t>
            </w:r>
            <w:r w:rsidRPr="003D0FA7">
              <w:rPr>
                <w:sz w:val="18"/>
                <w:szCs w:val="18"/>
              </w:rPr>
              <w:t>(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) </w:t>
            </w:r>
            <w:r w:rsidR="00416768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416768" w:rsidRPr="003D0FA7">
              <w:rPr>
                <w:sz w:val="18"/>
                <w:szCs w:val="18"/>
              </w:rPr>
              <w:instrText xml:space="preserve"> FORMTEXT </w:instrText>
            </w:r>
            <w:r w:rsidR="00416768" w:rsidRPr="003D0FA7">
              <w:rPr>
                <w:sz w:val="18"/>
                <w:szCs w:val="18"/>
              </w:rPr>
            </w:r>
            <w:r w:rsidR="00416768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416768"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r w:rsidR="00FD6DFA" w:rsidRPr="003D0FA7">
              <w:rPr>
                <w:b/>
                <w:sz w:val="18"/>
                <w:szCs w:val="18"/>
              </w:rPr>
              <w:tab/>
              <w:t>Telef</w:t>
            </w:r>
            <w:r w:rsidRPr="003D0FA7">
              <w:rPr>
                <w:b/>
                <w:sz w:val="18"/>
                <w:szCs w:val="18"/>
              </w:rPr>
              <w:t xml:space="preserve">one Comercial: </w:t>
            </w:r>
            <w:r w:rsidRPr="003D0FA7">
              <w:rPr>
                <w:sz w:val="18"/>
                <w:szCs w:val="18"/>
              </w:rPr>
              <w:t>(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)</w:t>
            </w:r>
            <w:r w:rsidR="00063A6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063A67">
              <w:rPr>
                <w:sz w:val="18"/>
                <w:szCs w:val="18"/>
              </w:rPr>
              <w:instrText xml:space="preserve"> FORMTEXT </w:instrText>
            </w:r>
            <w:r w:rsidR="00063A67">
              <w:rPr>
                <w:sz w:val="18"/>
                <w:szCs w:val="18"/>
              </w:rPr>
            </w:r>
            <w:r w:rsidR="00063A67">
              <w:rPr>
                <w:sz w:val="18"/>
                <w:szCs w:val="18"/>
              </w:rPr>
              <w:fldChar w:fldCharType="separate"/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</w:p>
        </w:tc>
      </w:tr>
      <w:tr w:rsidR="00816ED1" w:rsidRPr="003D0FA7" w14:paraId="18B78E16" w14:textId="77777777" w:rsidTr="003D0FA7">
        <w:tc>
          <w:tcPr>
            <w:tcW w:w="9225" w:type="dxa"/>
          </w:tcPr>
          <w:p w14:paraId="66C55F8D" w14:textId="77777777" w:rsidR="00816ED1" w:rsidRPr="003D0FA7" w:rsidRDefault="00816ED1" w:rsidP="003D0FA7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Nome: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5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</w:p>
          <w:p w14:paraId="3CEF8CC0" w14:textId="77777777" w:rsidR="00816ED1" w:rsidRPr="003D0FA7" w:rsidRDefault="00816ED1" w:rsidP="003D0FA7">
            <w:pPr>
              <w:spacing w:before="60"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Endereço residencial: 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, 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</w:p>
          <w:p w14:paraId="4CF76423" w14:textId="77777777" w:rsidR="00816ED1" w:rsidRPr="003D0FA7" w:rsidRDefault="00816ED1" w:rsidP="003D0FA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Complemento: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 xml:space="preserve"> </w:t>
            </w:r>
            <w:r w:rsidRPr="003D0FA7">
              <w:rPr>
                <w:b/>
                <w:sz w:val="18"/>
                <w:szCs w:val="18"/>
              </w:rPr>
              <w:tab/>
              <w:t xml:space="preserve">Bairro: 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</w:p>
          <w:p w14:paraId="49C96A02" w14:textId="77777777" w:rsidR="00816ED1" w:rsidRPr="003D0FA7" w:rsidRDefault="00816ED1" w:rsidP="003D0FA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Cidade: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36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 xml:space="preserve">UF: </w:t>
            </w:r>
            <w:r w:rsidRPr="003D0FA7">
              <w:rPr>
                <w:sz w:val="18"/>
                <w:szCs w:val="18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 w:rsidRPr="003D0FA7">
              <w:rPr>
                <w:sz w:val="18"/>
                <w:szCs w:val="18"/>
              </w:rPr>
              <w:instrText xml:space="preserve"> FORMTEXT </w:instrText>
            </w:r>
            <w:r w:rsidRPr="003D0FA7">
              <w:rPr>
                <w:sz w:val="18"/>
                <w:szCs w:val="18"/>
              </w:rPr>
            </w:r>
            <w:r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>CEP: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</w:p>
          <w:p w14:paraId="4EF499A7" w14:textId="77777777" w:rsidR="00816ED1" w:rsidRPr="003D0FA7" w:rsidRDefault="00816ED1" w:rsidP="00063A67">
            <w:pPr>
              <w:spacing w:after="60"/>
              <w:rPr>
                <w:b/>
                <w:sz w:val="18"/>
                <w:szCs w:val="18"/>
              </w:rPr>
            </w:pPr>
            <w:r w:rsidRPr="003D0FA7">
              <w:rPr>
                <w:b/>
                <w:sz w:val="18"/>
                <w:szCs w:val="18"/>
              </w:rPr>
              <w:t xml:space="preserve">Telefone residencial: </w:t>
            </w:r>
            <w:r w:rsidRPr="003D0FA7">
              <w:rPr>
                <w:sz w:val="18"/>
                <w:szCs w:val="18"/>
              </w:rPr>
              <w:t>(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 xml:space="preserve">) </w:t>
            </w:r>
            <w:r w:rsidR="00416768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416768" w:rsidRPr="003D0FA7">
              <w:rPr>
                <w:sz w:val="18"/>
                <w:szCs w:val="18"/>
              </w:rPr>
              <w:instrText xml:space="preserve"> FORMTEXT </w:instrText>
            </w:r>
            <w:r w:rsidR="00416768" w:rsidRPr="003D0FA7">
              <w:rPr>
                <w:sz w:val="18"/>
                <w:szCs w:val="18"/>
              </w:rPr>
            </w:r>
            <w:r w:rsidR="00416768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416768"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b/>
                <w:sz w:val="18"/>
                <w:szCs w:val="18"/>
              </w:rPr>
              <w:tab/>
              <w:t>Tele</w:t>
            </w:r>
            <w:r w:rsidR="00FD6DFA" w:rsidRPr="003D0FA7">
              <w:rPr>
                <w:b/>
                <w:sz w:val="18"/>
                <w:szCs w:val="18"/>
              </w:rPr>
              <w:t>f</w:t>
            </w:r>
            <w:r w:rsidRPr="003D0FA7">
              <w:rPr>
                <w:b/>
                <w:sz w:val="18"/>
                <w:szCs w:val="18"/>
              </w:rPr>
              <w:t xml:space="preserve">one Comercial: </w:t>
            </w:r>
            <w:r w:rsidRPr="003D0FA7">
              <w:rPr>
                <w:sz w:val="18"/>
                <w:szCs w:val="18"/>
              </w:rPr>
              <w:t>(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)</w:t>
            </w:r>
            <w:r w:rsidR="00063A6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063A67">
              <w:rPr>
                <w:sz w:val="18"/>
                <w:szCs w:val="18"/>
              </w:rPr>
              <w:instrText xml:space="preserve"> FORMTEXT </w:instrText>
            </w:r>
            <w:r w:rsidR="00063A67">
              <w:rPr>
                <w:sz w:val="18"/>
                <w:szCs w:val="18"/>
              </w:rPr>
            </w:r>
            <w:r w:rsidR="00063A67">
              <w:rPr>
                <w:sz w:val="18"/>
                <w:szCs w:val="18"/>
              </w:rPr>
              <w:fldChar w:fldCharType="separate"/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noProof/>
                <w:sz w:val="18"/>
                <w:szCs w:val="18"/>
              </w:rPr>
              <w:t> </w:t>
            </w:r>
            <w:r w:rsidR="00063A67">
              <w:rPr>
                <w:sz w:val="18"/>
                <w:szCs w:val="18"/>
              </w:rPr>
              <w:fldChar w:fldCharType="end"/>
            </w:r>
            <w:r w:rsidRPr="003D0FA7">
              <w:rPr>
                <w:sz w:val="18"/>
                <w:szCs w:val="18"/>
              </w:rPr>
              <w:t>-</w:t>
            </w:r>
            <w:r w:rsidR="00316B97" w:rsidRPr="003D0FA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="00316B97" w:rsidRPr="003D0FA7">
              <w:rPr>
                <w:sz w:val="18"/>
                <w:szCs w:val="18"/>
              </w:rPr>
              <w:instrText xml:space="preserve"> FORMTEXT </w:instrText>
            </w:r>
            <w:r w:rsidR="00316B97" w:rsidRPr="003D0FA7">
              <w:rPr>
                <w:sz w:val="18"/>
                <w:szCs w:val="18"/>
              </w:rPr>
            </w:r>
            <w:r w:rsidR="00316B97" w:rsidRPr="003D0FA7">
              <w:rPr>
                <w:sz w:val="18"/>
                <w:szCs w:val="18"/>
              </w:rPr>
              <w:fldChar w:fldCharType="separate"/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A17749" w:rsidRPr="003D0FA7">
              <w:rPr>
                <w:noProof/>
                <w:sz w:val="18"/>
                <w:szCs w:val="18"/>
              </w:rPr>
              <w:t> </w:t>
            </w:r>
            <w:r w:rsidR="00316B97" w:rsidRPr="003D0FA7">
              <w:rPr>
                <w:sz w:val="18"/>
                <w:szCs w:val="18"/>
              </w:rPr>
              <w:fldChar w:fldCharType="end"/>
            </w:r>
          </w:p>
        </w:tc>
      </w:tr>
    </w:tbl>
    <w:p w14:paraId="54D2A37B" w14:textId="77777777" w:rsidR="003B1CEC" w:rsidRDefault="003B1CEC" w:rsidP="003B1CEC">
      <w:pPr>
        <w:spacing w:before="120"/>
        <w:rPr>
          <w:b/>
          <w:sz w:val="18"/>
          <w:szCs w:val="18"/>
        </w:rPr>
      </w:pPr>
    </w:p>
    <w:p w14:paraId="2FD67615" w14:textId="77777777" w:rsidR="00053CAF" w:rsidRPr="007D1808" w:rsidRDefault="00053CAF" w:rsidP="00E37805">
      <w:pPr>
        <w:spacing w:before="120"/>
        <w:jc w:val="both"/>
        <w:rPr>
          <w:sz w:val="20"/>
          <w:szCs w:val="20"/>
        </w:rPr>
      </w:pPr>
      <w:r w:rsidRPr="007D1808">
        <w:rPr>
          <w:sz w:val="20"/>
          <w:szCs w:val="20"/>
        </w:rPr>
        <w:t>Para os devidos fins de direito, responsabilizo-me pela veracidade das informações prestadas neste documento e autorizo sua confirmação.</w:t>
      </w:r>
    </w:p>
    <w:p w14:paraId="517CD9A5" w14:textId="77777777" w:rsidR="00053CAF" w:rsidRPr="007D1808" w:rsidRDefault="00053CAF" w:rsidP="00B35298">
      <w:pPr>
        <w:spacing w:before="120"/>
        <w:jc w:val="both"/>
        <w:rPr>
          <w:sz w:val="20"/>
          <w:szCs w:val="20"/>
        </w:rPr>
      </w:pPr>
    </w:p>
    <w:p w14:paraId="3DB67CDD" w14:textId="77777777" w:rsidR="00053CAF" w:rsidRPr="007D1808" w:rsidRDefault="00053CAF" w:rsidP="00B35298">
      <w:pPr>
        <w:spacing w:before="120"/>
        <w:jc w:val="both"/>
        <w:rPr>
          <w:sz w:val="20"/>
          <w:szCs w:val="20"/>
        </w:rPr>
      </w:pPr>
    </w:p>
    <w:bookmarkStart w:id="52" w:name="Texto49"/>
    <w:p w14:paraId="1CE0EFAC" w14:textId="77777777" w:rsidR="00053CAF" w:rsidRPr="007D1808" w:rsidRDefault="001B43F4" w:rsidP="00B35298">
      <w:pPr>
        <w:spacing w:before="120"/>
        <w:jc w:val="both"/>
        <w:rPr>
          <w:sz w:val="20"/>
          <w:szCs w:val="20"/>
        </w:rPr>
      </w:pPr>
      <w:r w:rsidRPr="007D1808">
        <w:rPr>
          <w:sz w:val="20"/>
          <w:szCs w:val="20"/>
        </w:rPr>
        <w:fldChar w:fldCharType="begin">
          <w:ffData>
            <w:name w:val="Texto49"/>
            <w:enabled/>
            <w:calcOnExit w:val="0"/>
            <w:textInput>
              <w:default w:val="&lt;&lt;local&gt;&gt;"/>
            </w:textInput>
          </w:ffData>
        </w:fldChar>
      </w:r>
      <w:r w:rsidRPr="007D1808">
        <w:rPr>
          <w:sz w:val="20"/>
          <w:szCs w:val="20"/>
        </w:rPr>
        <w:instrText xml:space="preserve"> FORMTEXT </w:instrText>
      </w:r>
      <w:r w:rsidRPr="007D1808">
        <w:rPr>
          <w:sz w:val="20"/>
          <w:szCs w:val="20"/>
        </w:rPr>
      </w:r>
      <w:r w:rsidRPr="007D1808">
        <w:rPr>
          <w:sz w:val="20"/>
          <w:szCs w:val="20"/>
        </w:rPr>
        <w:fldChar w:fldCharType="separate"/>
      </w:r>
      <w:r w:rsidR="00A17749">
        <w:rPr>
          <w:noProof/>
          <w:sz w:val="20"/>
          <w:szCs w:val="20"/>
        </w:rPr>
        <w:t>&lt;&lt;local&gt;&gt;</w:t>
      </w:r>
      <w:r w:rsidRPr="007D1808">
        <w:rPr>
          <w:sz w:val="20"/>
          <w:szCs w:val="20"/>
        </w:rPr>
        <w:fldChar w:fldCharType="end"/>
      </w:r>
      <w:bookmarkEnd w:id="52"/>
      <w:r w:rsidR="00D737BF">
        <w:rPr>
          <w:sz w:val="20"/>
          <w:szCs w:val="20"/>
        </w:rPr>
        <w:t xml:space="preserve">, </w:t>
      </w:r>
      <w:bookmarkStart w:id="53" w:name="Texto105"/>
      <w:r w:rsidR="00D737BF">
        <w:rPr>
          <w:sz w:val="20"/>
          <w:szCs w:val="20"/>
        </w:rPr>
        <w:fldChar w:fldCharType="begin">
          <w:ffData>
            <w:name w:val="Texto105"/>
            <w:enabled/>
            <w:calcOnExit w:val="0"/>
            <w:textInput>
              <w:default w:val="&lt;&lt;dia&gt;&gt;"/>
            </w:textInput>
          </w:ffData>
        </w:fldChar>
      </w:r>
      <w:r w:rsidR="00D737BF">
        <w:rPr>
          <w:sz w:val="20"/>
          <w:szCs w:val="20"/>
        </w:rPr>
        <w:instrText xml:space="preserve"> FORMTEXT </w:instrText>
      </w:r>
      <w:r w:rsidR="00D737BF">
        <w:rPr>
          <w:sz w:val="20"/>
          <w:szCs w:val="20"/>
        </w:rPr>
      </w:r>
      <w:r w:rsidR="00D737BF">
        <w:rPr>
          <w:sz w:val="20"/>
          <w:szCs w:val="20"/>
        </w:rPr>
        <w:fldChar w:fldCharType="separate"/>
      </w:r>
      <w:r w:rsidR="00A17749">
        <w:rPr>
          <w:noProof/>
          <w:sz w:val="20"/>
          <w:szCs w:val="20"/>
        </w:rPr>
        <w:t>&lt;&lt;dia&gt;&gt;</w:t>
      </w:r>
      <w:r w:rsidR="00D737BF">
        <w:rPr>
          <w:sz w:val="20"/>
          <w:szCs w:val="20"/>
        </w:rPr>
        <w:fldChar w:fldCharType="end"/>
      </w:r>
      <w:bookmarkEnd w:id="53"/>
      <w:r w:rsidR="00053CAF" w:rsidRPr="007D1808">
        <w:rPr>
          <w:sz w:val="20"/>
          <w:szCs w:val="20"/>
        </w:rPr>
        <w:t xml:space="preserve"> de </w:t>
      </w:r>
      <w:bookmarkStart w:id="54" w:name="Texto50"/>
      <w:r w:rsidR="00D737BF">
        <w:rPr>
          <w:sz w:val="20"/>
          <w:szCs w:val="20"/>
        </w:rPr>
        <w:fldChar w:fldCharType="begin">
          <w:ffData>
            <w:name w:val="Texto50"/>
            <w:enabled/>
            <w:calcOnExit w:val="0"/>
            <w:textInput>
              <w:default w:val="&lt;&lt;mês&gt;&gt;"/>
              <w:format w:val="Minúsculas"/>
            </w:textInput>
          </w:ffData>
        </w:fldChar>
      </w:r>
      <w:r w:rsidR="00D737BF">
        <w:rPr>
          <w:sz w:val="20"/>
          <w:szCs w:val="20"/>
        </w:rPr>
        <w:instrText xml:space="preserve"> FORMTEXT </w:instrText>
      </w:r>
      <w:r w:rsidR="00D737BF">
        <w:rPr>
          <w:sz w:val="20"/>
          <w:szCs w:val="20"/>
        </w:rPr>
      </w:r>
      <w:r w:rsidR="00D737BF">
        <w:rPr>
          <w:sz w:val="20"/>
          <w:szCs w:val="20"/>
        </w:rPr>
        <w:fldChar w:fldCharType="separate"/>
      </w:r>
      <w:r w:rsidR="00A17749">
        <w:rPr>
          <w:noProof/>
          <w:sz w:val="20"/>
          <w:szCs w:val="20"/>
        </w:rPr>
        <w:t>&lt;&lt;mês&gt;&gt;</w:t>
      </w:r>
      <w:r w:rsidR="00D737BF">
        <w:rPr>
          <w:sz w:val="20"/>
          <w:szCs w:val="20"/>
        </w:rPr>
        <w:fldChar w:fldCharType="end"/>
      </w:r>
      <w:bookmarkEnd w:id="54"/>
      <w:r w:rsidRPr="007D1808">
        <w:rPr>
          <w:sz w:val="20"/>
          <w:szCs w:val="20"/>
        </w:rPr>
        <w:t xml:space="preserve"> </w:t>
      </w:r>
      <w:r w:rsidR="00053CAF" w:rsidRPr="007D1808">
        <w:rPr>
          <w:sz w:val="20"/>
          <w:szCs w:val="20"/>
        </w:rPr>
        <w:t xml:space="preserve">de </w:t>
      </w:r>
      <w:bookmarkStart w:id="55" w:name="Texto51"/>
      <w:r w:rsidRPr="007D1808">
        <w:rPr>
          <w:sz w:val="20"/>
          <w:szCs w:val="20"/>
        </w:rPr>
        <w:fldChar w:fldCharType="begin">
          <w:ffData>
            <w:name w:val="Texto51"/>
            <w:enabled/>
            <w:calcOnExit w:val="0"/>
            <w:textInput>
              <w:default w:val="&lt;&lt;ano&gt;&gt;"/>
            </w:textInput>
          </w:ffData>
        </w:fldChar>
      </w:r>
      <w:r w:rsidRPr="007D1808">
        <w:rPr>
          <w:sz w:val="20"/>
          <w:szCs w:val="20"/>
        </w:rPr>
        <w:instrText xml:space="preserve"> FORMTEXT </w:instrText>
      </w:r>
      <w:r w:rsidRPr="007D1808">
        <w:rPr>
          <w:sz w:val="20"/>
          <w:szCs w:val="20"/>
        </w:rPr>
      </w:r>
      <w:r w:rsidRPr="007D1808">
        <w:rPr>
          <w:sz w:val="20"/>
          <w:szCs w:val="20"/>
        </w:rPr>
        <w:fldChar w:fldCharType="separate"/>
      </w:r>
      <w:r w:rsidR="00A17749">
        <w:rPr>
          <w:noProof/>
          <w:sz w:val="20"/>
          <w:szCs w:val="20"/>
        </w:rPr>
        <w:t>&lt;&lt;ano&gt;&gt;</w:t>
      </w:r>
      <w:r w:rsidRPr="007D1808">
        <w:rPr>
          <w:sz w:val="20"/>
          <w:szCs w:val="20"/>
        </w:rPr>
        <w:fldChar w:fldCharType="end"/>
      </w:r>
      <w:bookmarkEnd w:id="55"/>
      <w:r w:rsidR="00D737BF">
        <w:rPr>
          <w:sz w:val="20"/>
          <w:szCs w:val="20"/>
        </w:rPr>
        <w:t>.</w:t>
      </w:r>
    </w:p>
    <w:p w14:paraId="7C575499" w14:textId="77777777" w:rsidR="00053CAF" w:rsidRDefault="00053CAF" w:rsidP="00B35298">
      <w:pPr>
        <w:spacing w:before="120"/>
        <w:jc w:val="both"/>
        <w:rPr>
          <w:sz w:val="20"/>
          <w:szCs w:val="20"/>
        </w:rPr>
      </w:pPr>
    </w:p>
    <w:p w14:paraId="3D557DD9" w14:textId="77777777" w:rsidR="00571603" w:rsidRPr="007D1808" w:rsidRDefault="00571603" w:rsidP="00B35298">
      <w:pPr>
        <w:spacing w:before="120"/>
        <w:jc w:val="both"/>
        <w:rPr>
          <w:sz w:val="20"/>
          <w:szCs w:val="20"/>
        </w:rPr>
      </w:pPr>
    </w:p>
    <w:p w14:paraId="13C9C8DF" w14:textId="77777777" w:rsidR="004D44FA" w:rsidRPr="007D1808" w:rsidRDefault="004D44FA" w:rsidP="00B35298">
      <w:pPr>
        <w:spacing w:before="120"/>
        <w:jc w:val="both"/>
        <w:rPr>
          <w:sz w:val="20"/>
          <w:szCs w:val="20"/>
        </w:rPr>
      </w:pPr>
    </w:p>
    <w:tbl>
      <w:tblPr>
        <w:tblW w:w="4791" w:type="dxa"/>
        <w:tblInd w:w="57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791"/>
      </w:tblGrid>
      <w:tr w:rsidR="001B43F4" w:rsidRPr="003D0FA7" w14:paraId="34A58534" w14:textId="77777777" w:rsidTr="003D0FA7">
        <w:tc>
          <w:tcPr>
            <w:tcW w:w="4791" w:type="dxa"/>
          </w:tcPr>
          <w:p w14:paraId="3F2BE116" w14:textId="77777777" w:rsidR="001B43F4" w:rsidRPr="003D0FA7" w:rsidRDefault="001B43F4" w:rsidP="001E548C">
            <w:pPr>
              <w:rPr>
                <w:sz w:val="20"/>
                <w:szCs w:val="20"/>
              </w:rPr>
            </w:pPr>
            <w:r w:rsidRPr="003D0FA7">
              <w:rPr>
                <w:sz w:val="20"/>
                <w:szCs w:val="20"/>
              </w:rPr>
              <w:t>....................................................................</w:t>
            </w:r>
            <w:r w:rsidR="00571603" w:rsidRPr="003D0FA7">
              <w:rPr>
                <w:sz w:val="20"/>
                <w:szCs w:val="20"/>
              </w:rPr>
              <w:t>.................</w:t>
            </w:r>
          </w:p>
          <w:p w14:paraId="1166ED2D" w14:textId="77777777" w:rsidR="001B43F4" w:rsidRPr="003D0FA7" w:rsidRDefault="001B43F4" w:rsidP="003D0FA7">
            <w:pPr>
              <w:spacing w:line="480" w:lineRule="auto"/>
              <w:jc w:val="center"/>
              <w:rPr>
                <w:sz w:val="20"/>
                <w:szCs w:val="20"/>
              </w:rPr>
            </w:pPr>
            <w:r w:rsidRPr="003D0FA7">
              <w:rPr>
                <w:sz w:val="20"/>
                <w:szCs w:val="20"/>
              </w:rPr>
              <w:t>(assinatura)</w:t>
            </w:r>
          </w:p>
        </w:tc>
      </w:tr>
    </w:tbl>
    <w:p w14:paraId="4CF3FC06" w14:textId="77777777" w:rsidR="00053CAF" w:rsidRPr="007D1808" w:rsidRDefault="00053CAF" w:rsidP="00B35298">
      <w:pPr>
        <w:jc w:val="both"/>
        <w:rPr>
          <w:sz w:val="20"/>
          <w:szCs w:val="20"/>
        </w:rPr>
      </w:pPr>
    </w:p>
    <w:p w14:paraId="47184DBE" w14:textId="77777777" w:rsidR="001B43F4" w:rsidRPr="007D1808" w:rsidRDefault="001B43F4" w:rsidP="00B35298">
      <w:pPr>
        <w:jc w:val="both"/>
        <w:rPr>
          <w:sz w:val="20"/>
          <w:szCs w:val="20"/>
        </w:rPr>
      </w:pPr>
    </w:p>
    <w:p w14:paraId="0A6B4A84" w14:textId="77777777" w:rsidR="001B43F4" w:rsidRPr="007D1808" w:rsidRDefault="001B43F4" w:rsidP="00B35298">
      <w:pPr>
        <w:jc w:val="both"/>
        <w:rPr>
          <w:sz w:val="20"/>
          <w:szCs w:val="20"/>
        </w:rPr>
      </w:pPr>
    </w:p>
    <w:p w14:paraId="51167149" w14:textId="77777777" w:rsidR="00DE34E5" w:rsidRDefault="00DE34E5" w:rsidP="00DE34E5">
      <w:p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Deverão ser anexadas cópias simples dos seguintes documentos:</w:t>
      </w:r>
    </w:p>
    <w:p w14:paraId="6504D45C" w14:textId="77777777" w:rsidR="00DE34E5" w:rsidRPr="001B43F4" w:rsidRDefault="00DE34E5" w:rsidP="00DE34E5">
      <w:pPr>
        <w:jc w:val="both"/>
        <w:rPr>
          <w:sz w:val="20"/>
          <w:szCs w:val="20"/>
        </w:rPr>
      </w:pPr>
    </w:p>
    <w:p w14:paraId="0553BB45" w14:textId="77777777" w:rsidR="00D347CB" w:rsidRDefault="00D347CB" w:rsidP="00D347CB">
      <w:pPr>
        <w:numPr>
          <w:ilvl w:val="0"/>
          <w:numId w:val="1"/>
        </w:num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CPF e RG;</w:t>
      </w:r>
    </w:p>
    <w:p w14:paraId="7844047B" w14:textId="77777777" w:rsidR="00D347CB" w:rsidRPr="001B43F4" w:rsidRDefault="00D347CB" w:rsidP="00D347CB">
      <w:pPr>
        <w:numPr>
          <w:ilvl w:val="0"/>
          <w:numId w:val="1"/>
        </w:num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Comprovante de rendimentos</w:t>
      </w:r>
      <w:r>
        <w:rPr>
          <w:sz w:val="20"/>
          <w:szCs w:val="20"/>
        </w:rPr>
        <w:t xml:space="preserve">; </w:t>
      </w:r>
    </w:p>
    <w:p w14:paraId="646CC849" w14:textId="77777777" w:rsidR="00D347CB" w:rsidRPr="001B43F4" w:rsidRDefault="00D347CB" w:rsidP="00D347CB">
      <w:pPr>
        <w:numPr>
          <w:ilvl w:val="0"/>
          <w:numId w:val="1"/>
        </w:num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Declaração de Pró-labore, no caso de autônomo ou sociedade, emitida pelo Contador</w:t>
      </w:r>
      <w:r>
        <w:rPr>
          <w:sz w:val="20"/>
          <w:szCs w:val="20"/>
        </w:rPr>
        <w:t>, ou declaração de próprio punho informando no que trabalha e o valor que ganha;</w:t>
      </w:r>
    </w:p>
    <w:p w14:paraId="3C4C7E0C" w14:textId="77777777" w:rsidR="00D347CB" w:rsidRPr="001B43F4" w:rsidRDefault="00D347CB" w:rsidP="00D347CB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N</w:t>
      </w:r>
      <w:r w:rsidRPr="001B43F4">
        <w:rPr>
          <w:sz w:val="20"/>
          <w:szCs w:val="20"/>
        </w:rPr>
        <w:t>o caso de desempregado</w:t>
      </w:r>
      <w:r>
        <w:rPr>
          <w:sz w:val="20"/>
          <w:szCs w:val="20"/>
        </w:rPr>
        <w:t>, c</w:t>
      </w:r>
      <w:r w:rsidRPr="001B43F4">
        <w:rPr>
          <w:sz w:val="20"/>
          <w:szCs w:val="20"/>
        </w:rPr>
        <w:t>arteira profissional com baixa;</w:t>
      </w:r>
    </w:p>
    <w:p w14:paraId="5D8C70EB" w14:textId="77777777" w:rsidR="00D347CB" w:rsidRDefault="00D347CB" w:rsidP="00D347CB">
      <w:pPr>
        <w:numPr>
          <w:ilvl w:val="0"/>
          <w:numId w:val="1"/>
        </w:numPr>
        <w:jc w:val="both"/>
        <w:rPr>
          <w:sz w:val="20"/>
          <w:szCs w:val="20"/>
        </w:rPr>
      </w:pPr>
      <w:r w:rsidRPr="001B43F4">
        <w:rPr>
          <w:sz w:val="20"/>
          <w:szCs w:val="20"/>
        </w:rPr>
        <w:t>Última declaração do Imposto de Renda, completa;</w:t>
      </w:r>
    </w:p>
    <w:p w14:paraId="7A6C1B21" w14:textId="77777777" w:rsidR="000F6067" w:rsidRPr="000F6067" w:rsidRDefault="000F6067" w:rsidP="000F6067">
      <w:pPr>
        <w:pStyle w:val="PargrafodaLista"/>
        <w:numPr>
          <w:ilvl w:val="0"/>
          <w:numId w:val="1"/>
        </w:numPr>
        <w:jc w:val="both"/>
        <w:rPr>
          <w:sz w:val="20"/>
          <w:szCs w:val="20"/>
        </w:rPr>
      </w:pPr>
      <w:r w:rsidRPr="000F6067">
        <w:rPr>
          <w:sz w:val="20"/>
          <w:szCs w:val="20"/>
        </w:rPr>
        <w:t>Se não constar na declaração do imposto de renda o imóvel apontado na ficha de cadastro, juntar certidão do imóvel, expedida pelo Cartório de Registro do Imóvel, com data inferior a 30 dias;</w:t>
      </w:r>
    </w:p>
    <w:p w14:paraId="6FD4CA0D" w14:textId="77777777" w:rsidR="00D347CB" w:rsidRDefault="00D347CB" w:rsidP="00D347CB">
      <w:pPr>
        <w:numPr>
          <w:ilvl w:val="0"/>
          <w:numId w:val="1"/>
        </w:numPr>
        <w:jc w:val="both"/>
      </w:pPr>
      <w:r w:rsidRPr="001B43F4">
        <w:rPr>
          <w:sz w:val="20"/>
          <w:szCs w:val="20"/>
        </w:rPr>
        <w:t>Comprovante de pagamento d</w:t>
      </w:r>
      <w:r>
        <w:rPr>
          <w:sz w:val="20"/>
          <w:szCs w:val="20"/>
        </w:rPr>
        <w:t>e aluguel ou do financiamento do</w:t>
      </w:r>
      <w:r w:rsidRPr="001B43F4">
        <w:rPr>
          <w:sz w:val="20"/>
          <w:szCs w:val="20"/>
        </w:rPr>
        <w:t xml:space="preserve"> imóvel</w:t>
      </w:r>
      <w:r>
        <w:rPr>
          <w:sz w:val="20"/>
          <w:szCs w:val="20"/>
        </w:rPr>
        <w:t>;</w:t>
      </w:r>
    </w:p>
    <w:p w14:paraId="51583707" w14:textId="77777777" w:rsidR="00D347CB" w:rsidRPr="001B43F4" w:rsidRDefault="00D347CB" w:rsidP="00D347CB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Certidão de casamento;</w:t>
      </w:r>
    </w:p>
    <w:p w14:paraId="4043ED5F" w14:textId="77777777" w:rsidR="00D347CB" w:rsidRPr="001B43F4" w:rsidRDefault="00D347CB" w:rsidP="00D347CB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Comprovante de residência.</w:t>
      </w:r>
    </w:p>
    <w:p w14:paraId="08F62996" w14:textId="77777777" w:rsidR="00053CAF" w:rsidRDefault="00053CAF" w:rsidP="00B35298">
      <w:pPr>
        <w:jc w:val="both"/>
      </w:pPr>
    </w:p>
    <w:p w14:paraId="66A60B53" w14:textId="77777777" w:rsidR="00053CAF" w:rsidRDefault="00053CAF" w:rsidP="001B43F4">
      <w:pPr>
        <w:jc w:val="both"/>
      </w:pPr>
    </w:p>
    <w:sectPr w:rsidR="00053CAF" w:rsidSect="007D1808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oddPage"/>
      <w:pgSz w:w="11906" w:h="16838" w:code="9"/>
      <w:pgMar w:top="1418" w:right="1134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7EF41B" w14:textId="77777777" w:rsidR="00330168" w:rsidRDefault="00330168">
      <w:r>
        <w:separator/>
      </w:r>
    </w:p>
  </w:endnote>
  <w:endnote w:type="continuationSeparator" w:id="0">
    <w:p w14:paraId="4A203D0A" w14:textId="77777777" w:rsidR="00330168" w:rsidRDefault="00330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9D941" w14:textId="77777777" w:rsidR="00812722" w:rsidRDefault="00812722" w:rsidP="001E548C">
    <w:pPr>
      <w:pStyle w:val="Rodap"/>
      <w:framePr w:wrap="around" w:vAnchor="text" w:hAnchor="margin" w:xAlign="outside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A17749"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531097AF" w14:textId="77777777" w:rsidR="00812722" w:rsidRDefault="00812722" w:rsidP="001E548C">
    <w:pPr>
      <w:pStyle w:val="Rodap"/>
      <w:ind w:right="360" w:firstLine="36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0C02DD" w14:textId="77777777" w:rsidR="00812722" w:rsidRDefault="00812722" w:rsidP="00C0599D">
    <w:pPr>
      <w:pStyle w:val="Rodap"/>
      <w:framePr w:wrap="around" w:vAnchor="text" w:hAnchor="margin" w:xAlign="outside" w:y="1"/>
      <w:rPr>
        <w:rStyle w:val="Nmerodepgina"/>
      </w:rPr>
    </w:pPr>
  </w:p>
  <w:p w14:paraId="0CD6BEDE" w14:textId="0C80DDE7" w:rsidR="00812722" w:rsidRPr="00B961F6" w:rsidRDefault="00812722" w:rsidP="00816ED1">
    <w:pPr>
      <w:pStyle w:val="Rodap"/>
      <w:ind w:right="360" w:firstLine="360"/>
      <w:rPr>
        <w:sz w:val="16"/>
        <w:szCs w:val="16"/>
      </w:rPr>
    </w:pPr>
    <w:r>
      <w:rPr>
        <w:sz w:val="16"/>
        <w:szCs w:val="16"/>
      </w:rPr>
      <w:t>CREDUC_Cadastro_aluno</w:t>
    </w:r>
    <w:r>
      <w:rPr>
        <w:sz w:val="16"/>
        <w:szCs w:val="16"/>
      </w:rPr>
      <w:tab/>
    </w:r>
    <w:r>
      <w:rPr>
        <w:sz w:val="16"/>
        <w:szCs w:val="16"/>
      </w:rPr>
      <w:tab/>
      <w:t xml:space="preserve">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REF  Texto1 </w:instrText>
    </w:r>
    <w:r>
      <w:rPr>
        <w:sz w:val="16"/>
        <w:szCs w:val="16"/>
      </w:rPr>
      <w:fldChar w:fldCharType="separate"/>
    </w:r>
    <w:r w:rsidR="00DE34E5">
      <w:rPr>
        <w:noProof/>
        <w:sz w:val="20"/>
        <w:szCs w:val="20"/>
      </w:rPr>
      <w:t xml:space="preserve">     </w:t>
    </w:r>
    <w:r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59F8E" w14:textId="77777777" w:rsidR="00812722" w:rsidRPr="00B961F6" w:rsidRDefault="00812722" w:rsidP="00B961F6">
    <w:pPr>
      <w:pStyle w:val="Rodap"/>
      <w:jc w:val="center"/>
      <w:rPr>
        <w:sz w:val="16"/>
        <w:szCs w:val="16"/>
      </w:rPr>
    </w:pPr>
    <w:r>
      <w:rPr>
        <w:sz w:val="16"/>
        <w:szCs w:val="16"/>
      </w:rPr>
      <w:t>Cad_aluno_exaluno</w:t>
    </w:r>
    <w:r w:rsidRPr="00B961F6">
      <w:rPr>
        <w:sz w:val="16"/>
        <w:szCs w:val="16"/>
      </w:rPr>
      <w:t>_pág.1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3CDF4D" w14:textId="77777777" w:rsidR="00330168" w:rsidRDefault="00330168">
      <w:r>
        <w:separator/>
      </w:r>
    </w:p>
  </w:footnote>
  <w:footnote w:type="continuationSeparator" w:id="0">
    <w:p w14:paraId="66316463" w14:textId="77777777" w:rsidR="00330168" w:rsidRDefault="003301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8D03EF" w14:textId="77777777" w:rsidR="00812722" w:rsidRDefault="002E5230">
    <w:pPr>
      <w:pStyle w:val="Cabealho"/>
    </w:pPr>
    <w:r>
      <w:rPr>
        <w:noProof/>
        <w:sz w:val="24"/>
      </w:rPr>
      <w:drawing>
        <wp:inline distT="0" distB="0" distL="0" distR="0" wp14:anchorId="30ED7EF6" wp14:editId="222C642F">
          <wp:extent cx="1143000" cy="400050"/>
          <wp:effectExtent l="0" t="0" r="0" b="0"/>
          <wp:docPr id="1" name="Imagem 1" descr="logo1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1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A596A" w14:textId="77777777" w:rsidR="00812722" w:rsidRDefault="002E5230">
    <w:pPr>
      <w:pStyle w:val="Cabealho"/>
    </w:pPr>
    <w:r>
      <w:rPr>
        <w:noProof/>
        <w:sz w:val="24"/>
      </w:rPr>
      <w:drawing>
        <wp:inline distT="0" distB="0" distL="0" distR="0" wp14:anchorId="1C0C1720" wp14:editId="16DFD502">
          <wp:extent cx="1143000" cy="400050"/>
          <wp:effectExtent l="0" t="0" r="0" b="0"/>
          <wp:docPr id="2" name="Imagem 2" descr="logo1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1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27546C"/>
    <w:multiLevelType w:val="hybridMultilevel"/>
    <w:tmpl w:val="17403B70"/>
    <w:lvl w:ilvl="0" w:tplc="0416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6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2381012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2wOcOhPyA92qgBbr+6otf3vJf5hthQy193nPelHkJlpeiuwr3GULkstOpgnxheKkm2kBS87eANHIwc1cWeiusQ==" w:salt="q4fBBxhoov1RgM4/CvwsMg==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968"/>
    <w:rsid w:val="00003E28"/>
    <w:rsid w:val="00015B94"/>
    <w:rsid w:val="00053CAF"/>
    <w:rsid w:val="00063A67"/>
    <w:rsid w:val="000A01FC"/>
    <w:rsid w:val="000A4966"/>
    <w:rsid w:val="000F3CD2"/>
    <w:rsid w:val="000F6067"/>
    <w:rsid w:val="00162F6E"/>
    <w:rsid w:val="00192C71"/>
    <w:rsid w:val="001974DF"/>
    <w:rsid w:val="001A0384"/>
    <w:rsid w:val="001B1E48"/>
    <w:rsid w:val="001B43F4"/>
    <w:rsid w:val="001C716B"/>
    <w:rsid w:val="001E548C"/>
    <w:rsid w:val="002236F4"/>
    <w:rsid w:val="002238FF"/>
    <w:rsid w:val="00224667"/>
    <w:rsid w:val="00276045"/>
    <w:rsid w:val="002A5968"/>
    <w:rsid w:val="002B77F4"/>
    <w:rsid w:val="002D5631"/>
    <w:rsid w:val="002E5230"/>
    <w:rsid w:val="002F5509"/>
    <w:rsid w:val="00304675"/>
    <w:rsid w:val="00306C91"/>
    <w:rsid w:val="003144B9"/>
    <w:rsid w:val="00316B97"/>
    <w:rsid w:val="00330168"/>
    <w:rsid w:val="003338B7"/>
    <w:rsid w:val="003B0BEC"/>
    <w:rsid w:val="003B1CEC"/>
    <w:rsid w:val="003D0FA7"/>
    <w:rsid w:val="003D2BD9"/>
    <w:rsid w:val="003D2D77"/>
    <w:rsid w:val="004100BC"/>
    <w:rsid w:val="00416768"/>
    <w:rsid w:val="00431C3E"/>
    <w:rsid w:val="00464FB0"/>
    <w:rsid w:val="00486791"/>
    <w:rsid w:val="00495EAB"/>
    <w:rsid w:val="004A2DAC"/>
    <w:rsid w:val="004C190F"/>
    <w:rsid w:val="004D0933"/>
    <w:rsid w:val="004D44FA"/>
    <w:rsid w:val="004E03E8"/>
    <w:rsid w:val="005013B9"/>
    <w:rsid w:val="00514084"/>
    <w:rsid w:val="00531E81"/>
    <w:rsid w:val="005557FA"/>
    <w:rsid w:val="00571603"/>
    <w:rsid w:val="00575B6B"/>
    <w:rsid w:val="00577D04"/>
    <w:rsid w:val="0058292E"/>
    <w:rsid w:val="0058414C"/>
    <w:rsid w:val="00595627"/>
    <w:rsid w:val="005B132F"/>
    <w:rsid w:val="005F2DEB"/>
    <w:rsid w:val="0061160B"/>
    <w:rsid w:val="00666F12"/>
    <w:rsid w:val="00696358"/>
    <w:rsid w:val="006B5B00"/>
    <w:rsid w:val="006C08ED"/>
    <w:rsid w:val="006D636D"/>
    <w:rsid w:val="006E1523"/>
    <w:rsid w:val="006E50FC"/>
    <w:rsid w:val="006F0A60"/>
    <w:rsid w:val="007078E1"/>
    <w:rsid w:val="00707B01"/>
    <w:rsid w:val="007443FC"/>
    <w:rsid w:val="00752413"/>
    <w:rsid w:val="00757B4A"/>
    <w:rsid w:val="00791752"/>
    <w:rsid w:val="007B2B07"/>
    <w:rsid w:val="007C298C"/>
    <w:rsid w:val="007D1808"/>
    <w:rsid w:val="00812722"/>
    <w:rsid w:val="008158AE"/>
    <w:rsid w:val="00816ED1"/>
    <w:rsid w:val="0083136B"/>
    <w:rsid w:val="008D7616"/>
    <w:rsid w:val="008E19F0"/>
    <w:rsid w:val="008E57F1"/>
    <w:rsid w:val="00920BC2"/>
    <w:rsid w:val="009230DF"/>
    <w:rsid w:val="00936867"/>
    <w:rsid w:val="00945E30"/>
    <w:rsid w:val="00997840"/>
    <w:rsid w:val="009B2216"/>
    <w:rsid w:val="009C75F2"/>
    <w:rsid w:val="009F4555"/>
    <w:rsid w:val="00A02C56"/>
    <w:rsid w:val="00A04DB4"/>
    <w:rsid w:val="00A11624"/>
    <w:rsid w:val="00A17749"/>
    <w:rsid w:val="00A23D24"/>
    <w:rsid w:val="00A35DD1"/>
    <w:rsid w:val="00A57319"/>
    <w:rsid w:val="00A85DEE"/>
    <w:rsid w:val="00AF4D30"/>
    <w:rsid w:val="00B3163E"/>
    <w:rsid w:val="00B35298"/>
    <w:rsid w:val="00B63F6A"/>
    <w:rsid w:val="00B961F6"/>
    <w:rsid w:val="00BA7DED"/>
    <w:rsid w:val="00BB52E6"/>
    <w:rsid w:val="00BB725F"/>
    <w:rsid w:val="00BC0CAE"/>
    <w:rsid w:val="00BE575F"/>
    <w:rsid w:val="00C0599D"/>
    <w:rsid w:val="00C07A5B"/>
    <w:rsid w:val="00C401A6"/>
    <w:rsid w:val="00C73639"/>
    <w:rsid w:val="00C8006D"/>
    <w:rsid w:val="00C862E5"/>
    <w:rsid w:val="00C97F20"/>
    <w:rsid w:val="00CA1192"/>
    <w:rsid w:val="00CA64EA"/>
    <w:rsid w:val="00CC2918"/>
    <w:rsid w:val="00CE241B"/>
    <w:rsid w:val="00D11C13"/>
    <w:rsid w:val="00D347CB"/>
    <w:rsid w:val="00D737BF"/>
    <w:rsid w:val="00D77529"/>
    <w:rsid w:val="00D80751"/>
    <w:rsid w:val="00DC018F"/>
    <w:rsid w:val="00DC52D6"/>
    <w:rsid w:val="00DE34E5"/>
    <w:rsid w:val="00E37805"/>
    <w:rsid w:val="00E605E9"/>
    <w:rsid w:val="00E60E14"/>
    <w:rsid w:val="00E80AFC"/>
    <w:rsid w:val="00F35436"/>
    <w:rsid w:val="00F51EC5"/>
    <w:rsid w:val="00F775B9"/>
    <w:rsid w:val="00FD6DFA"/>
    <w:rsid w:val="00FD7199"/>
    <w:rsid w:val="00FE4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4DDCBA"/>
  <w15:chartTrackingRefBased/>
  <w15:docId w15:val="{D93154F4-DDAB-408A-9F09-66C0B96B2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 w:cs="Arial"/>
      <w:sz w:val="22"/>
      <w:szCs w:val="22"/>
      <w:lang w:bidi="ar-LB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rsid w:val="00306C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rsid w:val="00B961F6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B961F6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1E548C"/>
  </w:style>
  <w:style w:type="paragraph" w:styleId="Textodebalo">
    <w:name w:val="Balloon Text"/>
    <w:basedOn w:val="Normal"/>
    <w:link w:val="TextodebaloChar"/>
    <w:rsid w:val="00A1774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rsid w:val="00A17749"/>
    <w:rPr>
      <w:rFonts w:ascii="Tahoma" w:hAnsi="Tahoma" w:cs="Tahoma"/>
      <w:sz w:val="16"/>
      <w:szCs w:val="16"/>
      <w:lang w:bidi="ar-LB"/>
    </w:rPr>
  </w:style>
  <w:style w:type="paragraph" w:styleId="PargrafodaLista">
    <w:name w:val="List Paragraph"/>
    <w:basedOn w:val="Normal"/>
    <w:uiPriority w:val="34"/>
    <w:qFormat/>
    <w:rsid w:val="000F60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berta\AppData\Local\Microsoft\Windows\Temporary%20Internet%20Files\Content.IE5\KUT737Q9\creduc-ficha-aluno.dot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creduc-ficha-aluno</Template>
  <TotalTime>6</TotalTime>
  <Pages>2</Pages>
  <Words>680</Words>
  <Characters>4313</Characters>
  <Application>Microsoft Office Word</Application>
  <DocSecurity>0</DocSecurity>
  <Lines>148</Lines>
  <Paragraphs>134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CRÉDITO EDUCATIVO – CADASTRO</vt:lpstr>
    </vt:vector>
  </TitlesOfParts>
  <Company>IMT</Company>
  <LinksUpToDate>false</LinksUpToDate>
  <CharactersWithSpaces>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CRÉDITO EDUCATIVO – CADASTRO</dc:title>
  <dc:subject/>
  <dc:creator>Roberta Mazzola Fenile</dc:creator>
  <cp:keywords/>
  <cp:lastModifiedBy>ROBERTA MAZZOLA FENILE</cp:lastModifiedBy>
  <cp:revision>4</cp:revision>
  <cp:lastPrinted>2016-11-22T21:33:00Z</cp:lastPrinted>
  <dcterms:created xsi:type="dcterms:W3CDTF">2026-01-15T22:00:00Z</dcterms:created>
  <dcterms:modified xsi:type="dcterms:W3CDTF">2026-01-15T22:06:00Z</dcterms:modified>
</cp:coreProperties>
</file>